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677"/>
        <w:gridCol w:w="607"/>
        <w:gridCol w:w="1187"/>
        <w:gridCol w:w="3205"/>
        <w:gridCol w:w="2102"/>
        <w:gridCol w:w="1685"/>
      </w:tblGrid>
      <w:tr w:rsidR="00330065" w:rsidRPr="00D313C7" w14:paraId="10452FFB" w14:textId="77777777" w:rsidTr="00F15B80">
        <w:tc>
          <w:tcPr>
            <w:tcW w:w="677" w:type="dxa"/>
            <w:vAlign w:val="bottom"/>
          </w:tcPr>
          <w:p w14:paraId="4FE44E41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049B0103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49828B0F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205" w:type="dxa"/>
            <w:vAlign w:val="bottom"/>
          </w:tcPr>
          <w:p w14:paraId="301D966B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2102" w:type="dxa"/>
            <w:vAlign w:val="bottom"/>
          </w:tcPr>
          <w:p w14:paraId="7A2043C9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1685" w:type="dxa"/>
            <w:vAlign w:val="bottom"/>
          </w:tcPr>
          <w:p w14:paraId="42D569B5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980D67" w:rsidRPr="00980D67" w14:paraId="1C87B7ED" w14:textId="77777777" w:rsidTr="00F15B80">
        <w:tc>
          <w:tcPr>
            <w:tcW w:w="677" w:type="dxa"/>
            <w:vAlign w:val="bottom"/>
          </w:tcPr>
          <w:p w14:paraId="494E60E3" w14:textId="02FAEA1E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5EE7C0DA" w14:textId="6A3AC431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BDE439B" w14:textId="4C651A59" w:rsidR="00980D67" w:rsidRPr="00980D67" w:rsidRDefault="00980D67" w:rsidP="00980D6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3205" w:type="dxa"/>
            <w:vAlign w:val="bottom"/>
          </w:tcPr>
          <w:p w14:paraId="18D49E67" w14:textId="6CBD6846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2102" w:type="dxa"/>
            <w:vAlign w:val="bottom"/>
          </w:tcPr>
          <w:p w14:paraId="2FCD8A18" w14:textId="32BE1777" w:rsidR="00980D67" w:rsidRPr="00980D67" w:rsidRDefault="005C4E84" w:rsidP="00980D6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1685" w:type="dxa"/>
            <w:vAlign w:val="bottom"/>
          </w:tcPr>
          <w:p w14:paraId="7B3788CA" w14:textId="3A304309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08_051911b</w:t>
            </w:r>
          </w:p>
        </w:tc>
      </w:tr>
      <w:tr w:rsidR="00980D67" w:rsidRPr="00980D67" w14:paraId="522AAC41" w14:textId="77777777" w:rsidTr="00F15B80">
        <w:tc>
          <w:tcPr>
            <w:tcW w:w="677" w:type="dxa"/>
            <w:vAlign w:val="bottom"/>
          </w:tcPr>
          <w:p w14:paraId="1DA7D365" w14:textId="2817493C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sz w:val="18"/>
                <w:szCs w:val="18"/>
              </w:rPr>
              <w:t>23</w:t>
            </w:r>
          </w:p>
        </w:tc>
        <w:tc>
          <w:tcPr>
            <w:tcW w:w="607" w:type="dxa"/>
            <w:vAlign w:val="bottom"/>
          </w:tcPr>
          <w:p w14:paraId="4A658A6E" w14:textId="6B857AEB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47C7567" w14:textId="1EBF5F76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205" w:type="dxa"/>
            <w:vAlign w:val="bottom"/>
          </w:tcPr>
          <w:p w14:paraId="25B0C949" w14:textId="3CF7EDAA" w:rsidR="00980D67" w:rsidRPr="00980D67" w:rsidRDefault="00980D67" w:rsidP="00980D6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TBD</w:t>
            </w:r>
            <w:r w:rsidR="00AD5F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CER 1206</w:t>
            </w:r>
            <w:r w:rsidR="00E902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2102" w:type="dxa"/>
            <w:vAlign w:val="bottom"/>
          </w:tcPr>
          <w:p w14:paraId="0A26B955" w14:textId="68530DD6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85" w:type="dxa"/>
            <w:vAlign w:val="bottom"/>
          </w:tcPr>
          <w:p w14:paraId="0AA0B41E" w14:textId="4DE8B263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TB</w:t>
            </w:r>
            <w:r w:rsidR="00AD5F9F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</w:p>
        </w:tc>
      </w:tr>
      <w:tr w:rsidR="00980D67" w:rsidRPr="00980D67" w14:paraId="69B760D3" w14:textId="77777777" w:rsidTr="00F15B80">
        <w:tc>
          <w:tcPr>
            <w:tcW w:w="677" w:type="dxa"/>
            <w:vAlign w:val="bottom"/>
          </w:tcPr>
          <w:p w14:paraId="4A1F0CC9" w14:textId="2061475C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243A4653" w14:textId="7AC97185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AA8A6AE" w14:textId="2EBDE977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205" w:type="dxa"/>
            <w:vAlign w:val="bottom"/>
          </w:tcPr>
          <w:p w14:paraId="630F5AD1" w14:textId="71503DED" w:rsidR="00980D67" w:rsidRPr="00980D67" w:rsidRDefault="00DD6FB9" w:rsidP="00980D6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TBD CER</w:t>
            </w:r>
            <w:r w:rsidR="00E902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 (Note )</w:t>
            </w:r>
          </w:p>
        </w:tc>
        <w:tc>
          <w:tcPr>
            <w:tcW w:w="2102" w:type="dxa"/>
            <w:vAlign w:val="bottom"/>
          </w:tcPr>
          <w:p w14:paraId="5F1BFC8F" w14:textId="7A902D94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85" w:type="dxa"/>
            <w:vAlign w:val="bottom"/>
          </w:tcPr>
          <w:p w14:paraId="4FB4E4B9" w14:textId="06E49D3C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TBD</w:t>
            </w:r>
          </w:p>
        </w:tc>
      </w:tr>
      <w:tr w:rsidR="00980D67" w:rsidRPr="00980D67" w14:paraId="3AB344C6" w14:textId="77777777" w:rsidTr="00F15B80">
        <w:tc>
          <w:tcPr>
            <w:tcW w:w="677" w:type="dxa"/>
            <w:vAlign w:val="bottom"/>
          </w:tcPr>
          <w:p w14:paraId="3B0A73C4" w14:textId="4EFB4F9D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1B07FC60" w14:textId="1D14E7BD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1C699E02" w14:textId="46B24B87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J1,J2</w:t>
            </w:r>
          </w:p>
        </w:tc>
        <w:tc>
          <w:tcPr>
            <w:tcW w:w="3205" w:type="dxa"/>
            <w:vAlign w:val="bottom"/>
          </w:tcPr>
          <w:p w14:paraId="1ADF6FDF" w14:textId="651978C7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CONN-PCB BANANA JACK</w:t>
            </w:r>
          </w:p>
        </w:tc>
        <w:tc>
          <w:tcPr>
            <w:tcW w:w="2102" w:type="dxa"/>
            <w:vAlign w:val="bottom"/>
          </w:tcPr>
          <w:p w14:paraId="08D379E2" w14:textId="35C287BC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KEYSTONE ELECTRONICS</w:t>
            </w:r>
          </w:p>
        </w:tc>
        <w:tc>
          <w:tcPr>
            <w:tcW w:w="1685" w:type="dxa"/>
            <w:vAlign w:val="bottom"/>
          </w:tcPr>
          <w:p w14:paraId="33F78B99" w14:textId="1E6B92B9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575-4</w:t>
            </w:r>
          </w:p>
        </w:tc>
      </w:tr>
      <w:tr w:rsidR="00980D67" w:rsidRPr="00980D67" w14:paraId="12A00C71" w14:textId="77777777" w:rsidTr="00F15B80">
        <w:tc>
          <w:tcPr>
            <w:tcW w:w="677" w:type="dxa"/>
            <w:vAlign w:val="bottom"/>
          </w:tcPr>
          <w:p w14:paraId="0A6231C1" w14:textId="1A2A26E9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741B7A13" w14:textId="460B1135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D27173F" w14:textId="410856F4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LED1</w:t>
            </w:r>
          </w:p>
        </w:tc>
        <w:tc>
          <w:tcPr>
            <w:tcW w:w="3205" w:type="dxa"/>
            <w:vAlign w:val="bottom"/>
          </w:tcPr>
          <w:p w14:paraId="3FB3BEE7" w14:textId="654E0C41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LED BI-COLOR GREEN/RED</w:t>
            </w:r>
          </w:p>
        </w:tc>
        <w:tc>
          <w:tcPr>
            <w:tcW w:w="2102" w:type="dxa"/>
            <w:vAlign w:val="bottom"/>
          </w:tcPr>
          <w:p w14:paraId="6DAF76C9" w14:textId="02DE0441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LITE-ON TECHNOLOGY</w:t>
            </w:r>
          </w:p>
        </w:tc>
        <w:tc>
          <w:tcPr>
            <w:tcW w:w="1685" w:type="dxa"/>
            <w:vAlign w:val="bottom"/>
          </w:tcPr>
          <w:p w14:paraId="7F6CF92C" w14:textId="1FE894A8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LTST-C235KGKRKT</w:t>
            </w:r>
          </w:p>
        </w:tc>
      </w:tr>
      <w:tr w:rsidR="00980D67" w:rsidRPr="00980D67" w14:paraId="199B1145" w14:textId="77777777" w:rsidTr="00F15B80">
        <w:tc>
          <w:tcPr>
            <w:tcW w:w="677" w:type="dxa"/>
            <w:vAlign w:val="bottom"/>
          </w:tcPr>
          <w:p w14:paraId="2109FD7B" w14:textId="5E236932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174E1487" w14:textId="319FE609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9764567" w14:textId="77FCB178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205" w:type="dxa"/>
            <w:vAlign w:val="bottom"/>
          </w:tcPr>
          <w:p w14:paraId="39514966" w14:textId="59A0798A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2102" w:type="dxa"/>
            <w:vAlign w:val="bottom"/>
          </w:tcPr>
          <w:p w14:paraId="7E79A4BE" w14:textId="1A55D3A2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1685" w:type="dxa"/>
            <w:vAlign w:val="bottom"/>
          </w:tcPr>
          <w:p w14:paraId="1BB2134C" w14:textId="389BB584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PBC03SBAN</w:t>
            </w:r>
          </w:p>
        </w:tc>
      </w:tr>
      <w:tr w:rsidR="00980D67" w:rsidRPr="00980D67" w14:paraId="6F5D92E5" w14:textId="77777777" w:rsidTr="00F15B80">
        <w:tc>
          <w:tcPr>
            <w:tcW w:w="677" w:type="dxa"/>
            <w:vAlign w:val="bottom"/>
          </w:tcPr>
          <w:p w14:paraId="6CF2428E" w14:textId="0F8797FB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4F02E29" w14:textId="5E48C18E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D279604" w14:textId="343138D6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205" w:type="dxa"/>
            <w:vAlign w:val="bottom"/>
          </w:tcPr>
          <w:p w14:paraId="62B2D6FE" w14:textId="2927FE82" w:rsidR="00980D67" w:rsidRPr="00980D67" w:rsidRDefault="00E9028B" w:rsidP="00980D67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TBD THICK FILM </w:t>
            </w:r>
            <w:r w:rsidR="00CE5737">
              <w:rPr>
                <w:rFonts w:ascii="Calibri" w:hAnsi="Calibri" w:cs="Calibri"/>
                <w:color w:val="000000"/>
                <w:sz w:val="18"/>
                <w:szCs w:val="18"/>
              </w:rPr>
              <w:t>0805</w:t>
            </w:r>
            <w:r w:rsidR="005C4E8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(Note )</w:t>
            </w:r>
          </w:p>
        </w:tc>
        <w:tc>
          <w:tcPr>
            <w:tcW w:w="2102" w:type="dxa"/>
            <w:vAlign w:val="bottom"/>
          </w:tcPr>
          <w:p w14:paraId="01EEA951" w14:textId="05CE903A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685" w:type="dxa"/>
            <w:vAlign w:val="bottom"/>
          </w:tcPr>
          <w:p w14:paraId="3BE23023" w14:textId="13C2CD4E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TBD</w:t>
            </w:r>
          </w:p>
        </w:tc>
      </w:tr>
      <w:tr w:rsidR="00980D67" w:rsidRPr="00980D67" w14:paraId="4169446A" w14:textId="77777777" w:rsidTr="00F15B80">
        <w:tc>
          <w:tcPr>
            <w:tcW w:w="677" w:type="dxa"/>
            <w:vAlign w:val="bottom"/>
          </w:tcPr>
          <w:p w14:paraId="73D94669" w14:textId="5FDE327A" w:rsidR="00980D67" w:rsidRPr="00980D67" w:rsidRDefault="00980D67" w:rsidP="00980D6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716F27A6" w14:textId="28366012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050EEBC" w14:textId="5F5E477A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SMA1</w:t>
            </w:r>
          </w:p>
        </w:tc>
        <w:tc>
          <w:tcPr>
            <w:tcW w:w="3205" w:type="dxa"/>
            <w:vAlign w:val="bottom"/>
          </w:tcPr>
          <w:p w14:paraId="4BE37DA2" w14:textId="26182A13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CONN-PCB STRAIGHT SMA PCB DIE CAST</w:t>
            </w:r>
          </w:p>
        </w:tc>
        <w:tc>
          <w:tcPr>
            <w:tcW w:w="2102" w:type="dxa"/>
            <w:vAlign w:val="bottom"/>
          </w:tcPr>
          <w:p w14:paraId="715799CC" w14:textId="6E7A1D69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TE CONNECTIVITY LTD</w:t>
            </w:r>
          </w:p>
        </w:tc>
        <w:tc>
          <w:tcPr>
            <w:tcW w:w="1685" w:type="dxa"/>
            <w:vAlign w:val="bottom"/>
          </w:tcPr>
          <w:p w14:paraId="48B4212B" w14:textId="3FEA9620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5-1814832-1</w:t>
            </w:r>
          </w:p>
        </w:tc>
      </w:tr>
      <w:tr w:rsidR="00980D67" w:rsidRPr="00980D67" w14:paraId="63CEBA63" w14:textId="77777777" w:rsidTr="00F15B80">
        <w:tc>
          <w:tcPr>
            <w:tcW w:w="677" w:type="dxa"/>
            <w:vAlign w:val="bottom"/>
          </w:tcPr>
          <w:p w14:paraId="7E726F85" w14:textId="349F3D9E" w:rsidR="00980D67" w:rsidRPr="00980D67" w:rsidRDefault="00980D67" w:rsidP="00980D6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072D396E" w14:textId="49105334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D00EB07" w14:textId="3EE8F614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TP1</w:t>
            </w:r>
          </w:p>
        </w:tc>
        <w:tc>
          <w:tcPr>
            <w:tcW w:w="3205" w:type="dxa"/>
            <w:vAlign w:val="bottom"/>
          </w:tcPr>
          <w:p w14:paraId="574562FA" w14:textId="0812D6C6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CONN-PCB TEST POINT RED</w:t>
            </w:r>
          </w:p>
        </w:tc>
        <w:tc>
          <w:tcPr>
            <w:tcW w:w="2102" w:type="dxa"/>
            <w:vAlign w:val="bottom"/>
          </w:tcPr>
          <w:p w14:paraId="1BF2FF58" w14:textId="5DC7261A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KEYSTONE ELECTRONICS</w:t>
            </w:r>
          </w:p>
        </w:tc>
        <w:tc>
          <w:tcPr>
            <w:tcW w:w="1685" w:type="dxa"/>
            <w:vAlign w:val="bottom"/>
          </w:tcPr>
          <w:p w14:paraId="543A835F" w14:textId="258E202B" w:rsidR="00980D67" w:rsidRPr="00980D67" w:rsidRDefault="00980D67" w:rsidP="00980D67">
            <w:pPr>
              <w:rPr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5010</w:t>
            </w:r>
          </w:p>
        </w:tc>
      </w:tr>
      <w:tr w:rsidR="00944A72" w:rsidRPr="00980D67" w14:paraId="41938139" w14:textId="77777777" w:rsidTr="00F15B80">
        <w:tc>
          <w:tcPr>
            <w:tcW w:w="677" w:type="dxa"/>
            <w:vAlign w:val="bottom"/>
          </w:tcPr>
          <w:p w14:paraId="6E56167E" w14:textId="0C4F5663" w:rsidR="00944A72" w:rsidRPr="00980D67" w:rsidRDefault="00944A72" w:rsidP="00944A7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77A9C0E1" w14:textId="7B5B5978" w:rsidR="00944A72" w:rsidRPr="00980D67" w:rsidRDefault="00944A72" w:rsidP="00944A7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659612A" w14:textId="6F37A300" w:rsidR="00944A72" w:rsidRPr="00980D67" w:rsidRDefault="00944A72" w:rsidP="00944A7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TP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05" w:type="dxa"/>
            <w:vAlign w:val="bottom"/>
          </w:tcPr>
          <w:p w14:paraId="6DF1519C" w14:textId="01F65B1A" w:rsidR="00944A72" w:rsidRPr="00980D67" w:rsidRDefault="00944A72" w:rsidP="00944A7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CONN-PCB TEST POINT </w:t>
            </w:r>
            <w:r w:rsidR="00412895">
              <w:rPr>
                <w:rFonts w:ascii="Calibri" w:hAnsi="Calibri" w:cs="Calibri"/>
                <w:color w:val="000000"/>
                <w:sz w:val="18"/>
                <w:szCs w:val="18"/>
              </w:rPr>
              <w:t>BLACK</w:t>
            </w:r>
          </w:p>
        </w:tc>
        <w:tc>
          <w:tcPr>
            <w:tcW w:w="2102" w:type="dxa"/>
            <w:vAlign w:val="bottom"/>
          </w:tcPr>
          <w:p w14:paraId="5DD4C734" w14:textId="111FB71A" w:rsidR="00944A72" w:rsidRPr="00980D67" w:rsidRDefault="00944A72" w:rsidP="00944A7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KEYSTONE ELECTRONICS</w:t>
            </w:r>
          </w:p>
        </w:tc>
        <w:tc>
          <w:tcPr>
            <w:tcW w:w="1685" w:type="dxa"/>
            <w:vAlign w:val="bottom"/>
          </w:tcPr>
          <w:p w14:paraId="46EB07B5" w14:textId="6311A73F" w:rsidR="00944A72" w:rsidRPr="00980D67" w:rsidRDefault="00944A72" w:rsidP="00944A7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80D67">
              <w:rPr>
                <w:rFonts w:ascii="Calibri" w:hAnsi="Calibri" w:cs="Calibri"/>
                <w:color w:val="000000"/>
                <w:sz w:val="18"/>
                <w:szCs w:val="18"/>
              </w:rPr>
              <w:t>501</w:t>
            </w:r>
            <w:bookmarkStart w:id="0" w:name="_GoBack"/>
            <w:bookmarkEnd w:id="0"/>
          </w:p>
        </w:tc>
      </w:tr>
    </w:tbl>
    <w:p w14:paraId="4F553AB2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altName w:val="Calibri"/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379"/>
    <w:rsid w:val="00012CE8"/>
    <w:rsid w:val="000A748B"/>
    <w:rsid w:val="00296005"/>
    <w:rsid w:val="00305C13"/>
    <w:rsid w:val="00330065"/>
    <w:rsid w:val="00412895"/>
    <w:rsid w:val="004C2E5C"/>
    <w:rsid w:val="00561379"/>
    <w:rsid w:val="005C4E84"/>
    <w:rsid w:val="005F3501"/>
    <w:rsid w:val="00626066"/>
    <w:rsid w:val="00643B20"/>
    <w:rsid w:val="008007AD"/>
    <w:rsid w:val="00801A6A"/>
    <w:rsid w:val="0082546E"/>
    <w:rsid w:val="00944A72"/>
    <w:rsid w:val="009677CA"/>
    <w:rsid w:val="00980D67"/>
    <w:rsid w:val="00A02BE5"/>
    <w:rsid w:val="00AC5922"/>
    <w:rsid w:val="00AD5F9F"/>
    <w:rsid w:val="00B11642"/>
    <w:rsid w:val="00BC69A3"/>
    <w:rsid w:val="00BD6330"/>
    <w:rsid w:val="00C26CF5"/>
    <w:rsid w:val="00C47A63"/>
    <w:rsid w:val="00C71C60"/>
    <w:rsid w:val="00CA6D7C"/>
    <w:rsid w:val="00CB52D3"/>
    <w:rsid w:val="00CC2961"/>
    <w:rsid w:val="00CE5737"/>
    <w:rsid w:val="00D313C7"/>
    <w:rsid w:val="00DD6FB9"/>
    <w:rsid w:val="00E14A65"/>
    <w:rsid w:val="00E311D6"/>
    <w:rsid w:val="00E9028B"/>
    <w:rsid w:val="00F15B80"/>
    <w:rsid w:val="00F8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EAEB2"/>
  <w15:chartTrackingRefBased/>
  <w15:docId w15:val="{0E227BAC-7E47-4F00-8216-0DB8E7EF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1289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ppData\Roaming\Microsoft\Template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F6E41-FC4E-47C3-ABFE-28E9586EE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9C4BE9-2FF1-4400-819D-DCE8F2FDBE15}"/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268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15</cp:revision>
  <dcterms:created xsi:type="dcterms:W3CDTF">2020-04-14T18:27:00Z</dcterms:created>
  <dcterms:modified xsi:type="dcterms:W3CDTF">2020-08-10T17:06:00Z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