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677"/>
        <w:gridCol w:w="607"/>
        <w:gridCol w:w="1237"/>
        <w:gridCol w:w="3220"/>
        <w:gridCol w:w="1825"/>
        <w:gridCol w:w="1897"/>
      </w:tblGrid>
      <w:tr w:rsidR="00330065" w:rsidRPr="00D313C7" w14:paraId="05981C63" w14:textId="77777777" w:rsidTr="00800996">
        <w:tc>
          <w:tcPr>
            <w:tcW w:w="677" w:type="dxa"/>
            <w:vAlign w:val="bottom"/>
          </w:tcPr>
          <w:p w14:paraId="73894761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748456B0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237" w:type="dxa"/>
            <w:vAlign w:val="bottom"/>
          </w:tcPr>
          <w:p w14:paraId="13FE80EC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220" w:type="dxa"/>
            <w:vAlign w:val="bottom"/>
          </w:tcPr>
          <w:p w14:paraId="25A48F44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825" w:type="dxa"/>
            <w:vAlign w:val="bottom"/>
          </w:tcPr>
          <w:p w14:paraId="3518D9A7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897" w:type="dxa"/>
            <w:vAlign w:val="bottom"/>
          </w:tcPr>
          <w:p w14:paraId="1562AD1E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800996" w:rsidRPr="00800996" w14:paraId="59D211D3" w14:textId="77777777" w:rsidTr="00800996">
        <w:tc>
          <w:tcPr>
            <w:tcW w:w="677" w:type="dxa"/>
            <w:vAlign w:val="bottom"/>
          </w:tcPr>
          <w:p w14:paraId="3785B631" w14:textId="2AB4E48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1FAB406F" w14:textId="48574B2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07D39282" w14:textId="627BBE4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sz w:val="18"/>
                <w:szCs w:val="18"/>
              </w:rPr>
              <w:t>PCB</w:t>
            </w:r>
          </w:p>
        </w:tc>
        <w:tc>
          <w:tcPr>
            <w:tcW w:w="3220" w:type="dxa"/>
            <w:vAlign w:val="bottom"/>
          </w:tcPr>
          <w:p w14:paraId="5AA830D5" w14:textId="1A42256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825" w:type="dxa"/>
            <w:vAlign w:val="bottom"/>
          </w:tcPr>
          <w:p w14:paraId="016650A5" w14:textId="3F0830CA" w:rsidR="00800996" w:rsidRPr="00800996" w:rsidRDefault="00800996" w:rsidP="00800996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897" w:type="dxa"/>
            <w:vAlign w:val="bottom"/>
          </w:tcPr>
          <w:p w14:paraId="4D3087AF" w14:textId="74CB261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08_059761a</w:t>
            </w:r>
          </w:p>
        </w:tc>
      </w:tr>
      <w:tr w:rsidR="00800996" w:rsidRPr="00800996" w14:paraId="18EE6D64" w14:textId="77777777" w:rsidTr="00800996">
        <w:tc>
          <w:tcPr>
            <w:tcW w:w="677" w:type="dxa"/>
            <w:vAlign w:val="bottom"/>
          </w:tcPr>
          <w:p w14:paraId="6B02BB5E" w14:textId="78AFDB1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62DAFEAE" w14:textId="57EA38F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06694B08" w14:textId="535D2F7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220" w:type="dxa"/>
            <w:vAlign w:val="bottom"/>
          </w:tcPr>
          <w:p w14:paraId="10702203" w14:textId="6EB5D5B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22uF 63V ALUM 8x10.5 </w:t>
            </w:r>
          </w:p>
        </w:tc>
        <w:tc>
          <w:tcPr>
            <w:tcW w:w="1825" w:type="dxa"/>
            <w:vAlign w:val="bottom"/>
          </w:tcPr>
          <w:p w14:paraId="38D59818" w14:textId="1E04C6A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SUN ELECTRONIC </w:t>
            </w:r>
          </w:p>
        </w:tc>
        <w:tc>
          <w:tcPr>
            <w:tcW w:w="1897" w:type="dxa"/>
            <w:vAlign w:val="bottom"/>
          </w:tcPr>
          <w:p w14:paraId="7538A3BD" w14:textId="0FFD472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63CE22BSA</w:t>
            </w:r>
          </w:p>
        </w:tc>
      </w:tr>
      <w:tr w:rsidR="00800996" w:rsidRPr="00800996" w14:paraId="0495563F" w14:textId="77777777" w:rsidTr="00800996">
        <w:tc>
          <w:tcPr>
            <w:tcW w:w="677" w:type="dxa"/>
            <w:vAlign w:val="bottom"/>
          </w:tcPr>
          <w:p w14:paraId="0DE7662E" w14:textId="0D750F9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0147A5D1" w14:textId="4F98E90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34B0F1C2" w14:textId="38F1CFE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C2</w:t>
            </w:r>
          </w:p>
        </w:tc>
        <w:tc>
          <w:tcPr>
            <w:tcW w:w="3220" w:type="dxa"/>
            <w:vAlign w:val="bottom"/>
          </w:tcPr>
          <w:p w14:paraId="0337671D" w14:textId="758EB38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A843CE">
              <w:rPr>
                <w:rFonts w:ascii="Calibri" w:hAnsi="Calibri" w:cs="Calibri"/>
                <w:color w:val="000000"/>
                <w:sz w:val="18"/>
                <w:szCs w:val="18"/>
              </w:rPr>
              <w:t>1uF 100V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CER, X7R</w:t>
            </w:r>
            <w:r w:rsidR="00A843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1206</w:t>
            </w:r>
          </w:p>
        </w:tc>
        <w:tc>
          <w:tcPr>
            <w:tcW w:w="1825" w:type="dxa"/>
            <w:vAlign w:val="bottom"/>
          </w:tcPr>
          <w:p w14:paraId="7F7B7506" w14:textId="62B56DD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TAIYO YUDEN</w:t>
            </w:r>
          </w:p>
        </w:tc>
        <w:tc>
          <w:tcPr>
            <w:tcW w:w="1897" w:type="dxa"/>
            <w:vAlign w:val="bottom"/>
          </w:tcPr>
          <w:p w14:paraId="3E455331" w14:textId="029FA63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HMK316B7105KL-T</w:t>
            </w:r>
          </w:p>
        </w:tc>
      </w:tr>
      <w:tr w:rsidR="00800996" w:rsidRPr="00800996" w14:paraId="0B3648B1" w14:textId="77777777" w:rsidTr="00800996">
        <w:tc>
          <w:tcPr>
            <w:tcW w:w="677" w:type="dxa"/>
            <w:vAlign w:val="bottom"/>
          </w:tcPr>
          <w:p w14:paraId="701A6163" w14:textId="5EE3249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3F16FD23" w14:textId="38305DFA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6FFA1063" w14:textId="2FC1A03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C3</w:t>
            </w:r>
          </w:p>
        </w:tc>
        <w:tc>
          <w:tcPr>
            <w:tcW w:w="3220" w:type="dxa"/>
            <w:vAlign w:val="bottom"/>
          </w:tcPr>
          <w:p w14:paraId="67539CA6" w14:textId="6BD8351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CA</w:t>
            </w:r>
            <w:r w:rsidR="00F41D4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 </w:t>
            </w:r>
            <w:r w:rsidR="00A843CE">
              <w:rPr>
                <w:rFonts w:ascii="Calibri" w:hAnsi="Calibri" w:cs="Calibri"/>
                <w:color w:val="000000"/>
                <w:sz w:val="18"/>
                <w:szCs w:val="18"/>
              </w:rPr>
              <w:t>0.1uF 100V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CER X7R</w:t>
            </w:r>
            <w:r w:rsidR="00A843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825" w:type="dxa"/>
            <w:vAlign w:val="bottom"/>
          </w:tcPr>
          <w:p w14:paraId="0DAD81B9" w14:textId="654477B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7" w:type="dxa"/>
            <w:vAlign w:val="bottom"/>
          </w:tcPr>
          <w:p w14:paraId="54563B85" w14:textId="41B88BC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CL10B104KC8NNNC</w:t>
            </w:r>
          </w:p>
        </w:tc>
      </w:tr>
      <w:tr w:rsidR="00800996" w:rsidRPr="00800996" w14:paraId="18BC1BB2" w14:textId="77777777" w:rsidTr="00800996">
        <w:tc>
          <w:tcPr>
            <w:tcW w:w="677" w:type="dxa"/>
            <w:vAlign w:val="bottom"/>
          </w:tcPr>
          <w:p w14:paraId="3C8F6CF1" w14:textId="4AFF727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65532DB1" w14:textId="32920EA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430CDED4" w14:textId="322B586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C4</w:t>
            </w:r>
          </w:p>
        </w:tc>
        <w:tc>
          <w:tcPr>
            <w:tcW w:w="3220" w:type="dxa"/>
            <w:vAlign w:val="bottom"/>
          </w:tcPr>
          <w:p w14:paraId="5FCD4AB3" w14:textId="490ED71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A843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47nF 50V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CER X7R 0603</w:t>
            </w:r>
          </w:p>
        </w:tc>
        <w:tc>
          <w:tcPr>
            <w:tcW w:w="1825" w:type="dxa"/>
            <w:vAlign w:val="bottom"/>
          </w:tcPr>
          <w:p w14:paraId="61B78D24" w14:textId="0EB1D62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KEMET</w:t>
            </w:r>
          </w:p>
        </w:tc>
        <w:tc>
          <w:tcPr>
            <w:tcW w:w="1897" w:type="dxa"/>
            <w:vAlign w:val="bottom"/>
          </w:tcPr>
          <w:p w14:paraId="59AE8F4B" w14:textId="5FD6E97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C0603X473K5RACTU</w:t>
            </w:r>
          </w:p>
        </w:tc>
      </w:tr>
      <w:tr w:rsidR="00800996" w:rsidRPr="00800996" w14:paraId="60E06802" w14:textId="77777777" w:rsidTr="00800996">
        <w:tc>
          <w:tcPr>
            <w:tcW w:w="677" w:type="dxa"/>
            <w:vAlign w:val="bottom"/>
          </w:tcPr>
          <w:p w14:paraId="037F4147" w14:textId="44D6651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43F7EA74" w14:textId="2848AD1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18EA3DAF" w14:textId="43EA869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C5</w:t>
            </w:r>
          </w:p>
        </w:tc>
        <w:tc>
          <w:tcPr>
            <w:tcW w:w="3220" w:type="dxa"/>
            <w:vAlign w:val="bottom"/>
          </w:tcPr>
          <w:p w14:paraId="6D4D185F" w14:textId="3FA79A6A" w:rsidR="00800996" w:rsidRPr="00800996" w:rsidRDefault="00A843CE" w:rsidP="00800996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TBD CER 0603</w:t>
            </w:r>
            <w:r w:rsidR="00C20D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825" w:type="dxa"/>
            <w:vAlign w:val="bottom"/>
          </w:tcPr>
          <w:p w14:paraId="41ACDE63" w14:textId="54FA6F0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vAlign w:val="bottom"/>
          </w:tcPr>
          <w:p w14:paraId="1FDC48C5" w14:textId="754AC34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</w:tr>
      <w:tr w:rsidR="00800996" w:rsidRPr="00800996" w14:paraId="177C5A29" w14:textId="77777777" w:rsidTr="00800996">
        <w:tc>
          <w:tcPr>
            <w:tcW w:w="677" w:type="dxa"/>
            <w:vAlign w:val="bottom"/>
          </w:tcPr>
          <w:p w14:paraId="1C0308A5" w14:textId="6FF10FD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3B6F5558" w14:textId="0724A9A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3929DBAC" w14:textId="173AF4C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C6</w:t>
            </w:r>
          </w:p>
        </w:tc>
        <w:tc>
          <w:tcPr>
            <w:tcW w:w="3220" w:type="dxa"/>
            <w:vAlign w:val="bottom"/>
          </w:tcPr>
          <w:p w14:paraId="15DD32FF" w14:textId="027AA86F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CAP 10</w:t>
            </w:r>
            <w:r w:rsidR="001C314C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F 50V X5R 1206</w:t>
            </w:r>
          </w:p>
        </w:tc>
        <w:tc>
          <w:tcPr>
            <w:tcW w:w="1825" w:type="dxa"/>
            <w:vAlign w:val="bottom"/>
          </w:tcPr>
          <w:p w14:paraId="61FA2E7C" w14:textId="2136DC7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7" w:type="dxa"/>
            <w:vAlign w:val="bottom"/>
          </w:tcPr>
          <w:p w14:paraId="55D640AF" w14:textId="3C56FFC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800996" w:rsidRPr="00800996" w14:paraId="37638642" w14:textId="77777777" w:rsidTr="00800996">
        <w:tc>
          <w:tcPr>
            <w:tcW w:w="677" w:type="dxa"/>
            <w:vAlign w:val="bottom"/>
          </w:tcPr>
          <w:p w14:paraId="189B8F8B" w14:textId="0DF9F8A3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22DE8743" w14:textId="248CB61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4DF7DEEB" w14:textId="4BCE260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C7</w:t>
            </w:r>
          </w:p>
        </w:tc>
        <w:tc>
          <w:tcPr>
            <w:tcW w:w="3220" w:type="dxa"/>
            <w:vAlign w:val="bottom"/>
          </w:tcPr>
          <w:p w14:paraId="392FC572" w14:textId="1E3E5CE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1C314C">
              <w:rPr>
                <w:rFonts w:ascii="Calibri" w:hAnsi="Calibri" w:cs="Calibri"/>
                <w:color w:val="000000"/>
                <w:sz w:val="18"/>
                <w:szCs w:val="18"/>
              </w:rPr>
              <w:t>1uF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1C33E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10V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X7R</w:t>
            </w:r>
            <w:r w:rsidR="001C33E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825" w:type="dxa"/>
            <w:vAlign w:val="bottom"/>
          </w:tcPr>
          <w:p w14:paraId="78B68BB7" w14:textId="50B577B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7" w:type="dxa"/>
            <w:vAlign w:val="bottom"/>
          </w:tcPr>
          <w:p w14:paraId="0E1ADB80" w14:textId="709ED10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CL10B105KP8NNNC</w:t>
            </w:r>
          </w:p>
        </w:tc>
      </w:tr>
      <w:tr w:rsidR="00800996" w:rsidRPr="00800996" w14:paraId="5A959501" w14:textId="77777777" w:rsidTr="00800996">
        <w:tc>
          <w:tcPr>
            <w:tcW w:w="677" w:type="dxa"/>
            <w:vAlign w:val="bottom"/>
          </w:tcPr>
          <w:p w14:paraId="002253C5" w14:textId="49C441FB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3FF44C1D" w14:textId="4532956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1A18BA13" w14:textId="3E96A8C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C8</w:t>
            </w:r>
          </w:p>
        </w:tc>
        <w:tc>
          <w:tcPr>
            <w:tcW w:w="3220" w:type="dxa"/>
            <w:vAlign w:val="bottom"/>
          </w:tcPr>
          <w:p w14:paraId="41A71BFB" w14:textId="181DE04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7A2A01">
              <w:rPr>
                <w:rFonts w:ascii="Calibri" w:hAnsi="Calibri" w:cs="Calibri"/>
                <w:color w:val="000000"/>
                <w:sz w:val="18"/>
                <w:szCs w:val="18"/>
              </w:rPr>
              <w:t>10n</w:t>
            </w:r>
            <w:r w:rsidR="00C73D2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</w:t>
            </w:r>
            <w:r w:rsidR="001C33E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50V </w:t>
            </w:r>
            <w:r w:rsidR="007A2A01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</w:t>
            </w:r>
            <w:r w:rsidR="001C33E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825" w:type="dxa"/>
            <w:vAlign w:val="bottom"/>
          </w:tcPr>
          <w:p w14:paraId="42E9450C" w14:textId="5CBF365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1897" w:type="dxa"/>
            <w:vAlign w:val="bottom"/>
          </w:tcPr>
          <w:p w14:paraId="0A0AC789" w14:textId="17C5D6A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CC0603KRX7R9BB103</w:t>
            </w:r>
          </w:p>
        </w:tc>
      </w:tr>
      <w:tr w:rsidR="00800996" w:rsidRPr="00800996" w14:paraId="6631B393" w14:textId="77777777" w:rsidTr="00800996">
        <w:tc>
          <w:tcPr>
            <w:tcW w:w="677" w:type="dxa"/>
            <w:vAlign w:val="bottom"/>
          </w:tcPr>
          <w:p w14:paraId="37823715" w14:textId="09241FF1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1987F3CD" w14:textId="409B673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0FA0CAC7" w14:textId="34D67F6A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C9</w:t>
            </w:r>
          </w:p>
        </w:tc>
        <w:tc>
          <w:tcPr>
            <w:tcW w:w="3220" w:type="dxa"/>
            <w:vAlign w:val="bottom"/>
          </w:tcPr>
          <w:p w14:paraId="268FFCD3" w14:textId="3660E8A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CAP 4.7</w:t>
            </w:r>
            <w:r w:rsidR="00C73D2F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C73D2F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 1206</w:t>
            </w:r>
          </w:p>
        </w:tc>
        <w:tc>
          <w:tcPr>
            <w:tcW w:w="1825" w:type="dxa"/>
            <w:vAlign w:val="bottom"/>
          </w:tcPr>
          <w:p w14:paraId="7CE2FDE5" w14:textId="2E94C00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7" w:type="dxa"/>
            <w:vAlign w:val="bottom"/>
          </w:tcPr>
          <w:p w14:paraId="2B3332D4" w14:textId="1BC9A2A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CL31B475KBHNNNE</w:t>
            </w:r>
          </w:p>
        </w:tc>
      </w:tr>
      <w:tr w:rsidR="00800996" w:rsidRPr="00800996" w14:paraId="541D6635" w14:textId="77777777" w:rsidTr="00800996">
        <w:tc>
          <w:tcPr>
            <w:tcW w:w="677" w:type="dxa"/>
            <w:vAlign w:val="bottom"/>
          </w:tcPr>
          <w:p w14:paraId="1BC2EFF6" w14:textId="49EA074A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" w:type="dxa"/>
            <w:vAlign w:val="bottom"/>
          </w:tcPr>
          <w:p w14:paraId="207C76E1" w14:textId="24D3830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61E9464A" w14:textId="23E2CF2A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220" w:type="dxa"/>
            <w:vAlign w:val="bottom"/>
          </w:tcPr>
          <w:p w14:paraId="4D3A79B2" w14:textId="20AE7CC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825" w:type="dxa"/>
            <w:vAlign w:val="bottom"/>
          </w:tcPr>
          <w:p w14:paraId="575B8252" w14:textId="1B96F81A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7" w:type="dxa"/>
            <w:vAlign w:val="bottom"/>
          </w:tcPr>
          <w:p w14:paraId="6CA369C4" w14:textId="2171F1E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800996" w:rsidRPr="00800996" w14:paraId="0E8AE9EE" w14:textId="77777777" w:rsidTr="00800996">
        <w:tc>
          <w:tcPr>
            <w:tcW w:w="677" w:type="dxa"/>
            <w:vAlign w:val="bottom"/>
          </w:tcPr>
          <w:p w14:paraId="06E6EF93" w14:textId="32267834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" w:type="dxa"/>
            <w:vAlign w:val="bottom"/>
          </w:tcPr>
          <w:p w14:paraId="64819897" w14:textId="6157239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5AC7CFEA" w14:textId="4F3246F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L1</w:t>
            </w:r>
          </w:p>
        </w:tc>
        <w:tc>
          <w:tcPr>
            <w:tcW w:w="3220" w:type="dxa"/>
            <w:vAlign w:val="bottom"/>
          </w:tcPr>
          <w:p w14:paraId="3E8035E6" w14:textId="021D879F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IND </w:t>
            </w:r>
            <w:r w:rsidR="00F8387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33uH 0.42A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0.66OHM</w:t>
            </w:r>
          </w:p>
        </w:tc>
        <w:tc>
          <w:tcPr>
            <w:tcW w:w="1825" w:type="dxa"/>
            <w:vAlign w:val="bottom"/>
          </w:tcPr>
          <w:p w14:paraId="57A095FD" w14:textId="09B8BC1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WURTH ELEKTRONIK</w:t>
            </w:r>
          </w:p>
        </w:tc>
        <w:tc>
          <w:tcPr>
            <w:tcW w:w="1897" w:type="dxa"/>
            <w:vAlign w:val="bottom"/>
          </w:tcPr>
          <w:p w14:paraId="46A6F828" w14:textId="2B591F5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44031330</w:t>
            </w:r>
          </w:p>
        </w:tc>
      </w:tr>
      <w:tr w:rsidR="00800996" w:rsidRPr="00800996" w14:paraId="128F9D44" w14:textId="77777777" w:rsidTr="00800996">
        <w:tc>
          <w:tcPr>
            <w:tcW w:w="677" w:type="dxa"/>
            <w:vAlign w:val="bottom"/>
          </w:tcPr>
          <w:p w14:paraId="023D094F" w14:textId="08DE1FF6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" w:type="dxa"/>
            <w:vAlign w:val="bottom"/>
          </w:tcPr>
          <w:p w14:paraId="7A9AD7DD" w14:textId="66FC8B6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21583406" w14:textId="56D8465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OUTPUT</w:t>
            </w:r>
          </w:p>
        </w:tc>
        <w:tc>
          <w:tcPr>
            <w:tcW w:w="3220" w:type="dxa"/>
            <w:vAlign w:val="bottom"/>
          </w:tcPr>
          <w:p w14:paraId="4FD0829A" w14:textId="56BD1C6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825" w:type="dxa"/>
            <w:vAlign w:val="bottom"/>
          </w:tcPr>
          <w:p w14:paraId="0D2F1F2C" w14:textId="0F146C2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7" w:type="dxa"/>
            <w:vAlign w:val="bottom"/>
          </w:tcPr>
          <w:p w14:paraId="63CB8A90" w14:textId="1513A42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800996" w:rsidRPr="00800996" w14:paraId="4F6A3F26" w14:textId="77777777" w:rsidTr="00800996">
        <w:tc>
          <w:tcPr>
            <w:tcW w:w="677" w:type="dxa"/>
            <w:vAlign w:val="bottom"/>
          </w:tcPr>
          <w:p w14:paraId="2A910336" w14:textId="4C7CD544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7" w:type="dxa"/>
            <w:vAlign w:val="bottom"/>
          </w:tcPr>
          <w:p w14:paraId="1834E95D" w14:textId="017DCA5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40E957D9" w14:textId="4210748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220" w:type="dxa"/>
            <w:vAlign w:val="bottom"/>
          </w:tcPr>
          <w:p w14:paraId="52DBE91C" w14:textId="78263A7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  <w:r w:rsidR="00EB07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825" w:type="dxa"/>
            <w:vAlign w:val="bottom"/>
          </w:tcPr>
          <w:p w14:paraId="598AC9BC" w14:textId="1D8553E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1897" w:type="dxa"/>
            <w:vAlign w:val="bottom"/>
          </w:tcPr>
          <w:p w14:paraId="3C6A2716" w14:textId="2D8CF5F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800996" w:rsidRPr="00800996" w14:paraId="01A72008" w14:textId="77777777" w:rsidTr="00800996">
        <w:tc>
          <w:tcPr>
            <w:tcW w:w="677" w:type="dxa"/>
            <w:vAlign w:val="bottom"/>
          </w:tcPr>
          <w:p w14:paraId="3A056B93" w14:textId="6C0E74AE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bottom"/>
          </w:tcPr>
          <w:p w14:paraId="7CFCA6EA" w14:textId="51C7204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039C47E9" w14:textId="0C53BDA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220" w:type="dxa"/>
            <w:vAlign w:val="bottom"/>
          </w:tcPr>
          <w:p w14:paraId="1D7F7483" w14:textId="49361A71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F83872">
              <w:rPr>
                <w:rFonts w:ascii="Calibri" w:hAnsi="Calibri" w:cs="Calibri"/>
                <w:color w:val="000000"/>
                <w:sz w:val="18"/>
                <w:szCs w:val="18"/>
              </w:rPr>
              <w:t>1M 1%THICK FILM 0805</w:t>
            </w:r>
          </w:p>
        </w:tc>
        <w:tc>
          <w:tcPr>
            <w:tcW w:w="1825" w:type="dxa"/>
            <w:vAlign w:val="bottom"/>
          </w:tcPr>
          <w:p w14:paraId="3DA58847" w14:textId="1EEFBE6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1897" w:type="dxa"/>
            <w:vAlign w:val="bottom"/>
          </w:tcPr>
          <w:p w14:paraId="1269D899" w14:textId="13C5968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RC0805JR-071ML</w:t>
            </w:r>
          </w:p>
        </w:tc>
      </w:tr>
      <w:tr w:rsidR="00800996" w:rsidRPr="00800996" w14:paraId="7BA68D8A" w14:textId="77777777" w:rsidTr="00800996">
        <w:tc>
          <w:tcPr>
            <w:tcW w:w="677" w:type="dxa"/>
            <w:vAlign w:val="bottom"/>
          </w:tcPr>
          <w:p w14:paraId="03847A19" w14:textId="019F3565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7" w:type="dxa"/>
            <w:vAlign w:val="bottom"/>
          </w:tcPr>
          <w:p w14:paraId="0C4CC47D" w14:textId="5F2D122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7" w:type="dxa"/>
            <w:vAlign w:val="bottom"/>
          </w:tcPr>
          <w:p w14:paraId="6CFB55C3" w14:textId="77777777" w:rsid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R6,R8,R10,</w:t>
            </w:r>
          </w:p>
          <w:p w14:paraId="781A9F3E" w14:textId="3845E8A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R11,R12,R13</w:t>
            </w:r>
          </w:p>
        </w:tc>
        <w:tc>
          <w:tcPr>
            <w:tcW w:w="3220" w:type="dxa"/>
            <w:vAlign w:val="bottom"/>
          </w:tcPr>
          <w:p w14:paraId="305C186C" w14:textId="1873601A" w:rsidR="00800996" w:rsidRPr="00800996" w:rsidRDefault="00F83872" w:rsidP="00800996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RED 0-OHM 1% THICK FILM 0805</w:t>
            </w:r>
            <w:r w:rsidR="00EB07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825" w:type="dxa"/>
            <w:vAlign w:val="bottom"/>
          </w:tcPr>
          <w:p w14:paraId="5821BFE0" w14:textId="6FBF85F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vAlign w:val="bottom"/>
          </w:tcPr>
          <w:p w14:paraId="21CAC9A5" w14:textId="7663387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</w:tr>
      <w:tr w:rsidR="00800996" w:rsidRPr="00800996" w14:paraId="58911B58" w14:textId="77777777" w:rsidTr="00800996">
        <w:tc>
          <w:tcPr>
            <w:tcW w:w="677" w:type="dxa"/>
            <w:vAlign w:val="bottom"/>
          </w:tcPr>
          <w:p w14:paraId="3F90D5BA" w14:textId="53D012AC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7" w:type="dxa"/>
            <w:vAlign w:val="bottom"/>
          </w:tcPr>
          <w:p w14:paraId="32641E4F" w14:textId="5F1DBAA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7" w:type="dxa"/>
            <w:vAlign w:val="bottom"/>
          </w:tcPr>
          <w:p w14:paraId="45EB7917" w14:textId="1E2E069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R14,R15,R16</w:t>
            </w:r>
          </w:p>
        </w:tc>
        <w:tc>
          <w:tcPr>
            <w:tcW w:w="3220" w:type="dxa"/>
            <w:vAlign w:val="bottom"/>
          </w:tcPr>
          <w:p w14:paraId="759150A0" w14:textId="0C5E5672" w:rsidR="00800996" w:rsidRPr="00800996" w:rsidRDefault="00A97725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0 OHM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3/4W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0612</w:t>
            </w:r>
            <w:r w:rsidR="00DC1FFC">
              <w:rPr>
                <w:rFonts w:ascii="Calibri" w:hAnsi="Calibri" w:cs="Calibri"/>
                <w:color w:val="000000"/>
                <w:sz w:val="18"/>
                <w:szCs w:val="18"/>
              </w:rPr>
              <w:t>(Note )</w:t>
            </w:r>
          </w:p>
        </w:tc>
        <w:tc>
          <w:tcPr>
            <w:tcW w:w="1825" w:type="dxa"/>
            <w:vAlign w:val="bottom"/>
          </w:tcPr>
          <w:p w14:paraId="62CF1231" w14:textId="4F32008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897" w:type="dxa"/>
            <w:vAlign w:val="bottom"/>
          </w:tcPr>
          <w:p w14:paraId="3CF9DC9C" w14:textId="21E8911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RCL06120000Z0EA</w:t>
            </w:r>
          </w:p>
        </w:tc>
      </w:tr>
      <w:tr w:rsidR="00800996" w:rsidRPr="00800996" w14:paraId="51A7F164" w14:textId="77777777" w:rsidTr="00800996">
        <w:tc>
          <w:tcPr>
            <w:tcW w:w="677" w:type="dxa"/>
            <w:vAlign w:val="bottom"/>
          </w:tcPr>
          <w:p w14:paraId="51D2F488" w14:textId="7069260D" w:rsidR="00800996" w:rsidRPr="007B2660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B2660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7" w:type="dxa"/>
            <w:vAlign w:val="bottom"/>
          </w:tcPr>
          <w:p w14:paraId="24FBDF06" w14:textId="128F899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7" w:type="dxa"/>
            <w:vAlign w:val="bottom"/>
          </w:tcPr>
          <w:p w14:paraId="6DA7A5F2" w14:textId="66BF0F5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R17,R18</w:t>
            </w:r>
          </w:p>
        </w:tc>
        <w:tc>
          <w:tcPr>
            <w:tcW w:w="3220" w:type="dxa"/>
            <w:vAlign w:val="bottom"/>
          </w:tcPr>
          <w:p w14:paraId="53961AAA" w14:textId="1FB0691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0 OHM </w:t>
            </w:r>
            <w:r w:rsidR="00A97725"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A9772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3/4W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0612</w:t>
            </w:r>
            <w:bookmarkStart w:id="0" w:name="_GoBack"/>
            <w:bookmarkEnd w:id="0"/>
          </w:p>
        </w:tc>
        <w:tc>
          <w:tcPr>
            <w:tcW w:w="1825" w:type="dxa"/>
            <w:vAlign w:val="bottom"/>
          </w:tcPr>
          <w:p w14:paraId="4089DF5F" w14:textId="4C4BE66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897" w:type="dxa"/>
            <w:vAlign w:val="bottom"/>
          </w:tcPr>
          <w:p w14:paraId="044B23C5" w14:textId="7212C63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RCL06120000Z0EA</w:t>
            </w:r>
          </w:p>
        </w:tc>
      </w:tr>
      <w:tr w:rsidR="00800996" w:rsidRPr="00800996" w14:paraId="75FD0C54" w14:textId="77777777" w:rsidTr="00800996">
        <w:tc>
          <w:tcPr>
            <w:tcW w:w="677" w:type="dxa"/>
            <w:vAlign w:val="bottom"/>
          </w:tcPr>
          <w:p w14:paraId="32E46557" w14:textId="0CE5B6AA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07" w:type="dxa"/>
            <w:vAlign w:val="bottom"/>
          </w:tcPr>
          <w:p w14:paraId="7F10968A" w14:textId="279F352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3A6C2777" w14:textId="4ABB6F11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220" w:type="dxa"/>
            <w:vAlign w:val="bottom"/>
          </w:tcPr>
          <w:p w14:paraId="6232D978" w14:textId="43B16C2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713674">
              <w:rPr>
                <w:rFonts w:ascii="Calibri" w:hAnsi="Calibri" w:cs="Calibri"/>
                <w:color w:val="000000"/>
                <w:sz w:val="18"/>
                <w:szCs w:val="18"/>
              </w:rPr>
              <w:t>18.2K 1%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</w:t>
            </w:r>
            <w:r w:rsidR="00713674">
              <w:rPr>
                <w:rFonts w:ascii="Calibri" w:hAnsi="Calibri" w:cs="Calibri"/>
                <w:color w:val="000000"/>
                <w:sz w:val="18"/>
                <w:szCs w:val="18"/>
              </w:rPr>
              <w:t>M 0805</w:t>
            </w:r>
          </w:p>
        </w:tc>
        <w:tc>
          <w:tcPr>
            <w:tcW w:w="1825" w:type="dxa"/>
            <w:vAlign w:val="bottom"/>
          </w:tcPr>
          <w:p w14:paraId="53CDB73F" w14:textId="16D20A2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15FBBFE2" w14:textId="554C1CC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ERJ-6ENF1822V</w:t>
            </w:r>
          </w:p>
        </w:tc>
      </w:tr>
      <w:tr w:rsidR="00800996" w:rsidRPr="00800996" w14:paraId="4FF94D13" w14:textId="77777777" w:rsidTr="00800996">
        <w:tc>
          <w:tcPr>
            <w:tcW w:w="677" w:type="dxa"/>
            <w:vAlign w:val="bottom"/>
          </w:tcPr>
          <w:p w14:paraId="07CEDA72" w14:textId="639D47A3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7" w:type="dxa"/>
            <w:vAlign w:val="bottom"/>
          </w:tcPr>
          <w:p w14:paraId="259EF87E" w14:textId="21C739A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5EAFD2A3" w14:textId="13A0B47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R3</w:t>
            </w:r>
          </w:p>
        </w:tc>
        <w:tc>
          <w:tcPr>
            <w:tcW w:w="3220" w:type="dxa"/>
            <w:vAlign w:val="bottom"/>
          </w:tcPr>
          <w:p w14:paraId="1A30A164" w14:textId="64CA567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0E2AA4">
              <w:rPr>
                <w:rFonts w:ascii="Calibri" w:hAnsi="Calibri" w:cs="Calibri"/>
                <w:color w:val="000000"/>
                <w:sz w:val="18"/>
                <w:szCs w:val="18"/>
              </w:rPr>
              <w:t>49.</w:t>
            </w:r>
            <w:r w:rsidR="00B2396E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  <w:r w:rsidR="000E2AA4">
              <w:rPr>
                <w:rFonts w:ascii="Calibri" w:hAnsi="Calibri" w:cs="Calibri"/>
                <w:color w:val="000000"/>
                <w:sz w:val="18"/>
                <w:szCs w:val="18"/>
              </w:rPr>
              <w:t>K 1%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B2396E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825" w:type="dxa"/>
            <w:vAlign w:val="bottom"/>
          </w:tcPr>
          <w:p w14:paraId="56AC3B90" w14:textId="12DD529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2875F308" w14:textId="63F8D9A1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ERJ-3EKF4992V</w:t>
            </w:r>
          </w:p>
        </w:tc>
      </w:tr>
      <w:tr w:rsidR="00800996" w:rsidRPr="00800996" w14:paraId="3848DEEB" w14:textId="77777777" w:rsidTr="00800996">
        <w:tc>
          <w:tcPr>
            <w:tcW w:w="677" w:type="dxa"/>
            <w:vAlign w:val="bottom"/>
          </w:tcPr>
          <w:p w14:paraId="2A0EC392" w14:textId="23D214AE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07" w:type="dxa"/>
            <w:vAlign w:val="bottom"/>
          </w:tcPr>
          <w:p w14:paraId="13718093" w14:textId="72FC0B71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045E344A" w14:textId="1737480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R4</w:t>
            </w:r>
          </w:p>
        </w:tc>
        <w:tc>
          <w:tcPr>
            <w:tcW w:w="3220" w:type="dxa"/>
            <w:vAlign w:val="bottom"/>
          </w:tcPr>
          <w:p w14:paraId="2D08A6CB" w14:textId="1ADB241F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3445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1M 1%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THICK FILM </w:t>
            </w:r>
            <w:r w:rsidR="006F3735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825" w:type="dxa"/>
            <w:vAlign w:val="bottom"/>
          </w:tcPr>
          <w:p w14:paraId="3FF37E28" w14:textId="4FB72AF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7B3B9826" w14:textId="5CC1DF6F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ERJ-6ENF1004V</w:t>
            </w:r>
          </w:p>
        </w:tc>
      </w:tr>
      <w:tr w:rsidR="00800996" w:rsidRPr="00800996" w14:paraId="6126C51A" w14:textId="77777777" w:rsidTr="00800996">
        <w:tc>
          <w:tcPr>
            <w:tcW w:w="677" w:type="dxa"/>
            <w:vAlign w:val="bottom"/>
          </w:tcPr>
          <w:p w14:paraId="5E9CB39D" w14:textId="4D70103B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07" w:type="dxa"/>
            <w:vAlign w:val="bottom"/>
          </w:tcPr>
          <w:p w14:paraId="3CA36A7F" w14:textId="4A4FE25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64396985" w14:textId="3ED289AF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R5</w:t>
            </w:r>
          </w:p>
        </w:tc>
        <w:tc>
          <w:tcPr>
            <w:tcW w:w="3220" w:type="dxa"/>
            <w:vAlign w:val="bottom"/>
          </w:tcPr>
          <w:p w14:paraId="0991F5ED" w14:textId="642CAEC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3445D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6F3735">
              <w:rPr>
                <w:rFonts w:ascii="Calibri" w:hAnsi="Calibri" w:cs="Calibri"/>
                <w:color w:val="000000"/>
                <w:sz w:val="18"/>
                <w:szCs w:val="18"/>
              </w:rPr>
              <w:t>87K</w:t>
            </w:r>
            <w:r w:rsidR="003445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1%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THICK FILM </w:t>
            </w:r>
            <w:r w:rsidR="006F3735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825" w:type="dxa"/>
            <w:vAlign w:val="bottom"/>
          </w:tcPr>
          <w:p w14:paraId="3F943A13" w14:textId="40F784E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3484AE7D" w14:textId="14A59F6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ERJ-6ENF1873V</w:t>
            </w:r>
          </w:p>
        </w:tc>
      </w:tr>
      <w:tr w:rsidR="00800996" w:rsidRPr="00800996" w14:paraId="23478E22" w14:textId="77777777" w:rsidTr="00800996">
        <w:tc>
          <w:tcPr>
            <w:tcW w:w="677" w:type="dxa"/>
            <w:vAlign w:val="bottom"/>
          </w:tcPr>
          <w:p w14:paraId="27647287" w14:textId="5F2B8A0A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07" w:type="dxa"/>
            <w:vAlign w:val="bottom"/>
          </w:tcPr>
          <w:p w14:paraId="538A7717" w14:textId="75AAF9D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7" w:type="dxa"/>
            <w:vAlign w:val="bottom"/>
          </w:tcPr>
          <w:p w14:paraId="0207833A" w14:textId="2DF8DC5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R7,R9</w:t>
            </w:r>
          </w:p>
        </w:tc>
        <w:tc>
          <w:tcPr>
            <w:tcW w:w="3220" w:type="dxa"/>
            <w:vAlign w:val="bottom"/>
          </w:tcPr>
          <w:p w14:paraId="754201B0" w14:textId="548E01A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6F3735">
              <w:rPr>
                <w:rFonts w:ascii="Calibri" w:hAnsi="Calibri" w:cs="Calibri"/>
                <w:color w:val="000000"/>
                <w:sz w:val="18"/>
                <w:szCs w:val="18"/>
              </w:rPr>
              <w:t>0-OHM</w:t>
            </w:r>
            <w:r w:rsidR="0029443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1%THICK FILM 0805</w:t>
            </w:r>
          </w:p>
        </w:tc>
        <w:tc>
          <w:tcPr>
            <w:tcW w:w="1825" w:type="dxa"/>
            <w:vAlign w:val="bottom"/>
          </w:tcPr>
          <w:p w14:paraId="0047B0EF" w14:textId="72B300A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897" w:type="dxa"/>
            <w:vAlign w:val="bottom"/>
          </w:tcPr>
          <w:p w14:paraId="595B6BE8" w14:textId="30E0485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800996" w:rsidRPr="00800996" w14:paraId="33607526" w14:textId="77777777" w:rsidTr="00800996">
        <w:tc>
          <w:tcPr>
            <w:tcW w:w="677" w:type="dxa"/>
            <w:vAlign w:val="bottom"/>
          </w:tcPr>
          <w:p w14:paraId="0B2470F7" w14:textId="245B7CF9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07" w:type="dxa"/>
            <w:vAlign w:val="bottom"/>
          </w:tcPr>
          <w:p w14:paraId="100E7991" w14:textId="3B3FD64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165A6E3E" w14:textId="3F28A57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220" w:type="dxa"/>
            <w:vAlign w:val="bottom"/>
          </w:tcPr>
          <w:p w14:paraId="26440DB4" w14:textId="5B3AC85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IC-ADI HIGH EFFICIENCY 60V/100MA SYNCHRONOUS BUCK</w:t>
            </w:r>
          </w:p>
        </w:tc>
        <w:tc>
          <w:tcPr>
            <w:tcW w:w="1825" w:type="dxa"/>
            <w:vAlign w:val="bottom"/>
          </w:tcPr>
          <w:p w14:paraId="1BCE6951" w14:textId="582C622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897" w:type="dxa"/>
            <w:vAlign w:val="bottom"/>
          </w:tcPr>
          <w:p w14:paraId="58AB015F" w14:textId="274343D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LT8618EDDB#PBF</w:t>
            </w:r>
          </w:p>
        </w:tc>
      </w:tr>
      <w:tr w:rsidR="00800996" w:rsidRPr="00800996" w14:paraId="74EA9FF1" w14:textId="77777777" w:rsidTr="00800996">
        <w:tc>
          <w:tcPr>
            <w:tcW w:w="677" w:type="dxa"/>
            <w:vAlign w:val="bottom"/>
          </w:tcPr>
          <w:p w14:paraId="167B1244" w14:textId="64D6200A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07" w:type="dxa"/>
            <w:vAlign w:val="bottom"/>
          </w:tcPr>
          <w:p w14:paraId="0A787DEB" w14:textId="1B0CDAC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4B835139" w14:textId="15603C6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VIOC</w:t>
            </w:r>
          </w:p>
        </w:tc>
        <w:tc>
          <w:tcPr>
            <w:tcW w:w="3220" w:type="dxa"/>
            <w:vAlign w:val="bottom"/>
          </w:tcPr>
          <w:p w14:paraId="07CFE209" w14:textId="3EDA025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CONN FEMALE 2POS 2.54MM PITCH R/A</w:t>
            </w:r>
          </w:p>
        </w:tc>
        <w:tc>
          <w:tcPr>
            <w:tcW w:w="1825" w:type="dxa"/>
            <w:vAlign w:val="bottom"/>
          </w:tcPr>
          <w:p w14:paraId="4D1F1D14" w14:textId="39BF470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7" w:type="dxa"/>
            <w:vAlign w:val="bottom"/>
          </w:tcPr>
          <w:p w14:paraId="3DAB6FBE" w14:textId="5A8E3E9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PPPC021LGBN-RC</w:t>
            </w:r>
          </w:p>
        </w:tc>
      </w:tr>
    </w:tbl>
    <w:p w14:paraId="136E8C01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96"/>
    <w:rsid w:val="00012CE8"/>
    <w:rsid w:val="000B55EB"/>
    <w:rsid w:val="000E2AA4"/>
    <w:rsid w:val="00121A72"/>
    <w:rsid w:val="001C314C"/>
    <w:rsid w:val="001C33E8"/>
    <w:rsid w:val="002741E9"/>
    <w:rsid w:val="00294431"/>
    <w:rsid w:val="00296005"/>
    <w:rsid w:val="00305C13"/>
    <w:rsid w:val="00330065"/>
    <w:rsid w:val="003445D1"/>
    <w:rsid w:val="004C2E5C"/>
    <w:rsid w:val="00570FBC"/>
    <w:rsid w:val="005F3501"/>
    <w:rsid w:val="006F3735"/>
    <w:rsid w:val="00713674"/>
    <w:rsid w:val="007A2A01"/>
    <w:rsid w:val="007B2660"/>
    <w:rsid w:val="008007AD"/>
    <w:rsid w:val="00800996"/>
    <w:rsid w:val="00801A6A"/>
    <w:rsid w:val="0082546E"/>
    <w:rsid w:val="009677CA"/>
    <w:rsid w:val="00A02BE5"/>
    <w:rsid w:val="00A843CE"/>
    <w:rsid w:val="00A97725"/>
    <w:rsid w:val="00AC5922"/>
    <w:rsid w:val="00AF1508"/>
    <w:rsid w:val="00B11642"/>
    <w:rsid w:val="00B2396E"/>
    <w:rsid w:val="00BC69A3"/>
    <w:rsid w:val="00BD6330"/>
    <w:rsid w:val="00C20DC7"/>
    <w:rsid w:val="00C26CF5"/>
    <w:rsid w:val="00C47A63"/>
    <w:rsid w:val="00C71C60"/>
    <w:rsid w:val="00C73D2F"/>
    <w:rsid w:val="00CA6D7C"/>
    <w:rsid w:val="00CB52D3"/>
    <w:rsid w:val="00D313C7"/>
    <w:rsid w:val="00DC1FFC"/>
    <w:rsid w:val="00DD12A3"/>
    <w:rsid w:val="00E14A65"/>
    <w:rsid w:val="00E311D6"/>
    <w:rsid w:val="00EB0786"/>
    <w:rsid w:val="00F41D48"/>
    <w:rsid w:val="00F8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39D33"/>
  <w15:chartTrackingRefBased/>
  <w15:docId w15:val="{7F605A28-352A-41A3-8A1D-E5DE6520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ppData\Roaming\Microsoft\Template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6D6F94-757E-4919-9D23-2A8562085BCF}"/>
</file>

<file path=customXml/itemProps2.xml><?xml version="1.0" encoding="utf-8"?>
<ds:datastoreItem xmlns:ds="http://schemas.openxmlformats.org/officeDocument/2006/customXml" ds:itemID="{2C9F6E41-FC4E-47C3-ABFE-28E9586EE12C}">
  <ds:schemaRefs>
    <ds:schemaRef ds:uri="http://purl.org/dc/terms/"/>
    <ds:schemaRef ds:uri="cc63553a-be06-4f94-a194-a06fe81c5e2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3b55ecd-d0c9-4c1e-9264-0c0a9032ba2f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3</cp:revision>
  <dcterms:created xsi:type="dcterms:W3CDTF">2020-04-15T18:24:00Z</dcterms:created>
  <dcterms:modified xsi:type="dcterms:W3CDTF">2020-04-15T18:24:00Z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