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56"/>
        <w:gridCol w:w="587"/>
        <w:gridCol w:w="1167"/>
        <w:gridCol w:w="3249"/>
        <w:gridCol w:w="1682"/>
        <w:gridCol w:w="2122"/>
      </w:tblGrid>
      <w:tr w:rsidR="00330065" w:rsidRPr="00D313C7" w14:paraId="46377A6F" w14:textId="77777777" w:rsidTr="00E04E45">
        <w:tc>
          <w:tcPr>
            <w:tcW w:w="677" w:type="dxa"/>
            <w:vAlign w:val="bottom"/>
          </w:tcPr>
          <w:p w14:paraId="784575B6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1BC1B663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717EC3C3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838" w:type="dxa"/>
            <w:vAlign w:val="bottom"/>
          </w:tcPr>
          <w:p w14:paraId="2728FAD7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742" w:type="dxa"/>
            <w:vAlign w:val="bottom"/>
          </w:tcPr>
          <w:p w14:paraId="6A2BCC44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412" w:type="dxa"/>
            <w:vAlign w:val="bottom"/>
          </w:tcPr>
          <w:p w14:paraId="2D483574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033C1E" w:rsidRPr="00E77BC5" w14:paraId="7B128C03" w14:textId="77777777" w:rsidTr="00E04E45">
        <w:tc>
          <w:tcPr>
            <w:tcW w:w="677" w:type="dxa"/>
            <w:vAlign w:val="bottom"/>
          </w:tcPr>
          <w:p w14:paraId="5960BF40" w14:textId="643D4E63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6F95ECAA" w14:textId="050B6CE7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5A51D9B" w14:textId="69D92151" w:rsidR="00033C1E" w:rsidRPr="00E77BC5" w:rsidRDefault="00033C1E" w:rsidP="00033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PCB</w:t>
            </w:r>
          </w:p>
        </w:tc>
        <w:tc>
          <w:tcPr>
            <w:tcW w:w="3838" w:type="dxa"/>
            <w:vAlign w:val="bottom"/>
          </w:tcPr>
          <w:p w14:paraId="0A6DBA39" w14:textId="7B51616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742" w:type="dxa"/>
            <w:vAlign w:val="bottom"/>
          </w:tcPr>
          <w:p w14:paraId="2E8DDA4D" w14:textId="39227627" w:rsidR="00033C1E" w:rsidRPr="00E77BC5" w:rsidRDefault="00033C1E" w:rsidP="00033C1E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412" w:type="dxa"/>
            <w:vAlign w:val="bottom"/>
          </w:tcPr>
          <w:p w14:paraId="12FC7B4A" w14:textId="6AFC33E1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08_059992a</w:t>
            </w:r>
          </w:p>
        </w:tc>
      </w:tr>
      <w:tr w:rsidR="00033C1E" w:rsidRPr="00E77BC5" w14:paraId="5A8CFAB6" w14:textId="77777777" w:rsidTr="00E04E45">
        <w:tc>
          <w:tcPr>
            <w:tcW w:w="677" w:type="dxa"/>
            <w:vAlign w:val="bottom"/>
          </w:tcPr>
          <w:p w14:paraId="11924FE5" w14:textId="1EF5262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350FC0F6" w14:textId="225D7C3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86A5CC2" w14:textId="668CB5D3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838" w:type="dxa"/>
            <w:vAlign w:val="bottom"/>
          </w:tcPr>
          <w:p w14:paraId="63754B93" w14:textId="250332C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CAP 0.1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F 25V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 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0603</w:t>
            </w:r>
          </w:p>
        </w:tc>
        <w:tc>
          <w:tcPr>
            <w:tcW w:w="1742" w:type="dxa"/>
            <w:vAlign w:val="bottom"/>
          </w:tcPr>
          <w:p w14:paraId="25E14316" w14:textId="686CE0C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412" w:type="dxa"/>
            <w:vAlign w:val="bottom"/>
          </w:tcPr>
          <w:p w14:paraId="4DD7600F" w14:textId="33A7C828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CL10B104KA8NNNC</w:t>
            </w:r>
          </w:p>
        </w:tc>
      </w:tr>
      <w:tr w:rsidR="00033C1E" w:rsidRPr="00E77BC5" w14:paraId="362536CD" w14:textId="77777777" w:rsidTr="00E04E45">
        <w:tc>
          <w:tcPr>
            <w:tcW w:w="677" w:type="dxa"/>
            <w:vAlign w:val="bottom"/>
          </w:tcPr>
          <w:p w14:paraId="6D7AFB18" w14:textId="3DC660A4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21FFC5E6" w14:textId="7773EAFA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C57DDE5" w14:textId="3F283C6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838" w:type="dxa"/>
            <w:vAlign w:val="bottom"/>
          </w:tcPr>
          <w:p w14:paraId="01E89620" w14:textId="2814729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CAP 4.7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25V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0805</w:t>
            </w:r>
          </w:p>
        </w:tc>
        <w:tc>
          <w:tcPr>
            <w:tcW w:w="1742" w:type="dxa"/>
            <w:vAlign w:val="bottom"/>
          </w:tcPr>
          <w:p w14:paraId="52D40DE2" w14:textId="33F85616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412" w:type="dxa"/>
            <w:vAlign w:val="bottom"/>
          </w:tcPr>
          <w:p w14:paraId="2C258327" w14:textId="46B67C53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CL21A475KAQNNNG</w:t>
            </w:r>
          </w:p>
        </w:tc>
      </w:tr>
      <w:tr w:rsidR="00033C1E" w:rsidRPr="00E77BC5" w14:paraId="5FA5A441" w14:textId="77777777" w:rsidTr="00E04E45">
        <w:tc>
          <w:tcPr>
            <w:tcW w:w="677" w:type="dxa"/>
            <w:vAlign w:val="bottom"/>
          </w:tcPr>
          <w:p w14:paraId="4CB422D3" w14:textId="7E765AA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35A8D604" w14:textId="350A6937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927175E" w14:textId="05A29A69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838" w:type="dxa"/>
            <w:vAlign w:val="bottom"/>
          </w:tcPr>
          <w:p w14:paraId="5BB848AA" w14:textId="5F945E91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1uF 50V 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1206</w:t>
            </w:r>
          </w:p>
        </w:tc>
        <w:tc>
          <w:tcPr>
            <w:tcW w:w="1742" w:type="dxa"/>
            <w:vAlign w:val="bottom"/>
          </w:tcPr>
          <w:p w14:paraId="47C88197" w14:textId="590B6661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412" w:type="dxa"/>
            <w:vAlign w:val="bottom"/>
          </w:tcPr>
          <w:p w14:paraId="722063E8" w14:textId="61CC552A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CC1206KKX7R9BB105</w:t>
            </w:r>
          </w:p>
        </w:tc>
      </w:tr>
      <w:tr w:rsidR="00033C1E" w:rsidRPr="00E77BC5" w14:paraId="640A0059" w14:textId="77777777" w:rsidTr="00E04E45">
        <w:tc>
          <w:tcPr>
            <w:tcW w:w="677" w:type="dxa"/>
            <w:vAlign w:val="bottom"/>
          </w:tcPr>
          <w:p w14:paraId="709B3DE2" w14:textId="1D819CA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0EA1F300" w14:textId="6B732823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5F4100D" w14:textId="4A0A50D6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838" w:type="dxa"/>
            <w:vAlign w:val="bottom"/>
          </w:tcPr>
          <w:p w14:paraId="2F18C6BF" w14:textId="4D2F4E01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CAP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0.47UF 50V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CER 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X7R 0805</w:t>
            </w:r>
          </w:p>
        </w:tc>
        <w:tc>
          <w:tcPr>
            <w:tcW w:w="1742" w:type="dxa"/>
            <w:vAlign w:val="bottom"/>
          </w:tcPr>
          <w:p w14:paraId="648D6952" w14:textId="25636FA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1412" w:type="dxa"/>
            <w:vAlign w:val="bottom"/>
          </w:tcPr>
          <w:p w14:paraId="200E6A20" w14:textId="76EC245D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CL21B474KBFNNNG</w:t>
            </w:r>
          </w:p>
        </w:tc>
      </w:tr>
      <w:tr w:rsidR="00033C1E" w:rsidRPr="00E77BC5" w14:paraId="741D60AC" w14:textId="77777777" w:rsidTr="00E04E45">
        <w:tc>
          <w:tcPr>
            <w:tcW w:w="677" w:type="dxa"/>
            <w:vAlign w:val="bottom"/>
          </w:tcPr>
          <w:p w14:paraId="6EBC5568" w14:textId="10638B9C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4A257962" w14:textId="3BD7B9A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AAE6F28" w14:textId="08CBFF6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3838" w:type="dxa"/>
            <w:vAlign w:val="bottom"/>
          </w:tcPr>
          <w:p w14:paraId="30EB211B" w14:textId="30042AB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CAP 22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p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F 50V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C0G 0402</w:t>
            </w:r>
          </w:p>
        </w:tc>
        <w:tc>
          <w:tcPr>
            <w:tcW w:w="1742" w:type="dxa"/>
            <w:vAlign w:val="bottom"/>
          </w:tcPr>
          <w:p w14:paraId="4761DEE7" w14:textId="72BF4064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TDK</w:t>
            </w:r>
          </w:p>
        </w:tc>
        <w:tc>
          <w:tcPr>
            <w:tcW w:w="1412" w:type="dxa"/>
            <w:vAlign w:val="bottom"/>
          </w:tcPr>
          <w:p w14:paraId="10B11272" w14:textId="5C3C0A81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CGA2B2C0G1H220J050BA</w:t>
            </w:r>
          </w:p>
        </w:tc>
      </w:tr>
      <w:tr w:rsidR="00033C1E" w:rsidRPr="00E77BC5" w14:paraId="66FD25C5" w14:textId="77777777" w:rsidTr="00E04E45">
        <w:tc>
          <w:tcPr>
            <w:tcW w:w="677" w:type="dxa"/>
            <w:vAlign w:val="bottom"/>
          </w:tcPr>
          <w:p w14:paraId="2612AEB5" w14:textId="55EFAA73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35C511EC" w14:textId="5DFA2E1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44D5F1A" w14:textId="1511EE3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3838" w:type="dxa"/>
            <w:vAlign w:val="bottom"/>
          </w:tcPr>
          <w:p w14:paraId="07465685" w14:textId="0707CDC6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0.047uF 16V 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742" w:type="dxa"/>
            <w:vAlign w:val="bottom"/>
          </w:tcPr>
          <w:p w14:paraId="3071D946" w14:textId="2E163DA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AVX CORPORATION</w:t>
            </w:r>
          </w:p>
        </w:tc>
        <w:tc>
          <w:tcPr>
            <w:tcW w:w="1412" w:type="dxa"/>
            <w:vAlign w:val="bottom"/>
          </w:tcPr>
          <w:p w14:paraId="1AA92BAC" w14:textId="066BE77C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0603YC473KAT2A</w:t>
            </w:r>
          </w:p>
        </w:tc>
      </w:tr>
      <w:tr w:rsidR="00033C1E" w:rsidRPr="00E77BC5" w14:paraId="6BDFA56F" w14:textId="77777777" w:rsidTr="00E04E45">
        <w:tc>
          <w:tcPr>
            <w:tcW w:w="677" w:type="dxa"/>
            <w:vAlign w:val="bottom"/>
          </w:tcPr>
          <w:p w14:paraId="189EF0ED" w14:textId="666AE241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48D7F54" w14:textId="61C6C37A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35A7B13" w14:textId="6BEC2E49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3838" w:type="dxa"/>
            <w:vAlign w:val="bottom"/>
          </w:tcPr>
          <w:p w14:paraId="213085A2" w14:textId="2CD42477" w:rsidR="00033C1E" w:rsidRPr="00E77BC5" w:rsidRDefault="00033C1E" w:rsidP="00033C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 TBD CER 0402</w:t>
            </w:r>
            <w:r w:rsidR="00B73DAF">
              <w:rPr>
                <w:sz w:val="18"/>
                <w:szCs w:val="18"/>
              </w:rPr>
              <w:t xml:space="preserve"> (Note )</w:t>
            </w:r>
          </w:p>
        </w:tc>
        <w:tc>
          <w:tcPr>
            <w:tcW w:w="1742" w:type="dxa"/>
            <w:vAlign w:val="bottom"/>
          </w:tcPr>
          <w:p w14:paraId="5D8369BF" w14:textId="5ACD7F6E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412" w:type="dxa"/>
            <w:vAlign w:val="bottom"/>
          </w:tcPr>
          <w:p w14:paraId="157CB2AF" w14:textId="69841CCA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</w:tr>
      <w:tr w:rsidR="00033C1E" w:rsidRPr="00E77BC5" w14:paraId="3193A2E4" w14:textId="77777777" w:rsidTr="00E04E45">
        <w:tc>
          <w:tcPr>
            <w:tcW w:w="677" w:type="dxa"/>
            <w:vAlign w:val="bottom"/>
          </w:tcPr>
          <w:p w14:paraId="7DDA868F" w14:textId="2D76C7B5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43692A3D" w14:textId="2146161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4863D9A" w14:textId="5EB887DA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838" w:type="dxa"/>
            <w:vAlign w:val="bottom"/>
          </w:tcPr>
          <w:p w14:paraId="1CF615D0" w14:textId="57A7FC5E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742" w:type="dxa"/>
            <w:vAlign w:val="bottom"/>
          </w:tcPr>
          <w:p w14:paraId="27AF9060" w14:textId="37986FC2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412" w:type="dxa"/>
            <w:vAlign w:val="bottom"/>
          </w:tcPr>
          <w:p w14:paraId="1542751D" w14:textId="277A0CF7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033C1E" w:rsidRPr="00E77BC5" w14:paraId="0DF5A8F1" w14:textId="77777777" w:rsidTr="00E04E45">
        <w:tc>
          <w:tcPr>
            <w:tcW w:w="677" w:type="dxa"/>
            <w:vAlign w:val="bottom"/>
          </w:tcPr>
          <w:p w14:paraId="07DCD801" w14:textId="40D83A67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3E57434E" w14:textId="18C9F9A6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4BDCFDE" w14:textId="68408E3C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838" w:type="dxa"/>
            <w:vAlign w:val="bottom"/>
          </w:tcPr>
          <w:p w14:paraId="70DC4AE4" w14:textId="07F9F674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CA2E0B">
              <w:rPr>
                <w:rFonts w:ascii="Calibri" w:hAnsi="Calibri" w:cs="Calibri"/>
                <w:color w:val="000000"/>
                <w:sz w:val="18"/>
                <w:szCs w:val="18"/>
              </w:rPr>
              <w:t>15uH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0.3A, 0.58OHM</w:t>
            </w:r>
          </w:p>
        </w:tc>
        <w:tc>
          <w:tcPr>
            <w:tcW w:w="1742" w:type="dxa"/>
            <w:vAlign w:val="bottom"/>
          </w:tcPr>
          <w:p w14:paraId="4E320576" w14:textId="6E043114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1412" w:type="dxa"/>
            <w:vAlign w:val="bottom"/>
          </w:tcPr>
          <w:p w14:paraId="70086ACA" w14:textId="10502CD6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LQH32CN150K53L</w:t>
            </w:r>
          </w:p>
        </w:tc>
      </w:tr>
      <w:tr w:rsidR="00033C1E" w:rsidRPr="00E77BC5" w14:paraId="32CF1179" w14:textId="77777777" w:rsidTr="00E04E45">
        <w:tc>
          <w:tcPr>
            <w:tcW w:w="677" w:type="dxa"/>
            <w:vAlign w:val="bottom"/>
          </w:tcPr>
          <w:p w14:paraId="245EEC36" w14:textId="42455E7B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6898921B" w14:textId="177B1CD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02A0261" w14:textId="0F9D7E0C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838" w:type="dxa"/>
            <w:vAlign w:val="bottom"/>
          </w:tcPr>
          <w:p w14:paraId="26AA24A6" w14:textId="15E616A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742" w:type="dxa"/>
            <w:vAlign w:val="bottom"/>
          </w:tcPr>
          <w:p w14:paraId="684CACE0" w14:textId="31DBB0AC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412" w:type="dxa"/>
            <w:vAlign w:val="bottom"/>
          </w:tcPr>
          <w:p w14:paraId="6090EC88" w14:textId="6ED4BDB2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033C1E" w:rsidRPr="00E77BC5" w14:paraId="3FBDF224" w14:textId="77777777" w:rsidTr="00E04E45">
        <w:tc>
          <w:tcPr>
            <w:tcW w:w="677" w:type="dxa"/>
            <w:vAlign w:val="bottom"/>
          </w:tcPr>
          <w:p w14:paraId="4CDE104B" w14:textId="7A465F16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7E23F611" w14:textId="690F0FA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4A3EECD" w14:textId="27F95B91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838" w:type="dxa"/>
            <w:vAlign w:val="bottom"/>
          </w:tcPr>
          <w:p w14:paraId="600CF56E" w14:textId="14CF1C8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  <w:r w:rsidR="00B73DA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1742" w:type="dxa"/>
            <w:vAlign w:val="bottom"/>
          </w:tcPr>
          <w:p w14:paraId="6C305752" w14:textId="5415793F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1412" w:type="dxa"/>
            <w:vAlign w:val="bottom"/>
          </w:tcPr>
          <w:p w14:paraId="1592E73E" w14:textId="727E3917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033C1E" w:rsidRPr="00E77BC5" w14:paraId="7ED0DA98" w14:textId="77777777" w:rsidTr="00E04E45">
        <w:tc>
          <w:tcPr>
            <w:tcW w:w="677" w:type="dxa"/>
            <w:vAlign w:val="bottom"/>
          </w:tcPr>
          <w:p w14:paraId="74FF26E4" w14:textId="78BAB6FD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7B83F488" w14:textId="01D8F49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049016A" w14:textId="243A8EE9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838" w:type="dxa"/>
            <w:vAlign w:val="bottom"/>
          </w:tcPr>
          <w:p w14:paraId="5BC80AA9" w14:textId="182C22C9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261K 1% </w:t>
            </w:r>
            <w:r w:rsidR="00405008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742" w:type="dxa"/>
            <w:vAlign w:val="bottom"/>
          </w:tcPr>
          <w:p w14:paraId="244DD65B" w14:textId="56D939A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412" w:type="dxa"/>
            <w:vAlign w:val="bottom"/>
          </w:tcPr>
          <w:p w14:paraId="5925162E" w14:textId="6F61290E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RC0805FR-07261KL</w:t>
            </w:r>
          </w:p>
        </w:tc>
      </w:tr>
      <w:tr w:rsidR="00033C1E" w:rsidRPr="00E77BC5" w14:paraId="62B3491E" w14:textId="77777777" w:rsidTr="00E04E45">
        <w:tc>
          <w:tcPr>
            <w:tcW w:w="677" w:type="dxa"/>
            <w:vAlign w:val="bottom"/>
          </w:tcPr>
          <w:p w14:paraId="2D5EEB09" w14:textId="2E0B0C9C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2D6B8ED0" w14:textId="7B2C9DD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252938A" w14:textId="75895430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838" w:type="dxa"/>
            <w:vAlign w:val="bottom"/>
          </w:tcPr>
          <w:p w14:paraId="04F2BDAC" w14:textId="052FF9C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30.9K 1% </w:t>
            </w:r>
            <w:r w:rsidR="00405008">
              <w:rPr>
                <w:rFonts w:ascii="Calibri" w:hAnsi="Calibri" w:cs="Calibri"/>
                <w:color w:val="000000"/>
                <w:sz w:val="18"/>
                <w:szCs w:val="18"/>
              </w:rPr>
              <w:t>THICK FILM</w:t>
            </w: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742" w:type="dxa"/>
            <w:vAlign w:val="bottom"/>
          </w:tcPr>
          <w:p w14:paraId="6F632D39" w14:textId="6685BEB7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1412" w:type="dxa"/>
            <w:vAlign w:val="bottom"/>
          </w:tcPr>
          <w:p w14:paraId="4ACAD752" w14:textId="7D70E81B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RC0805FR-0730K9L</w:t>
            </w:r>
          </w:p>
        </w:tc>
      </w:tr>
      <w:tr w:rsidR="00033C1E" w:rsidRPr="00E77BC5" w14:paraId="690A90D8" w14:textId="77777777" w:rsidTr="00E04E45">
        <w:tc>
          <w:tcPr>
            <w:tcW w:w="677" w:type="dxa"/>
            <w:vAlign w:val="bottom"/>
          </w:tcPr>
          <w:p w14:paraId="1308E60F" w14:textId="78EF8A85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576E7EFA" w14:textId="79B068DE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450A1922" w14:textId="306FA39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R3,R4</w:t>
            </w:r>
          </w:p>
        </w:tc>
        <w:tc>
          <w:tcPr>
            <w:tcW w:w="3838" w:type="dxa"/>
            <w:vAlign w:val="bottom"/>
          </w:tcPr>
          <w:p w14:paraId="2F72FECD" w14:textId="17BB6E1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583EB3">
              <w:rPr>
                <w:rFonts w:ascii="Calibri" w:hAnsi="Calibri" w:cs="Calibri"/>
                <w:color w:val="000000"/>
                <w:sz w:val="18"/>
                <w:szCs w:val="18"/>
              </w:rPr>
              <w:t>0-OHM</w:t>
            </w:r>
            <w:r w:rsidR="00980ED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THICK FILM 0805</w:t>
            </w:r>
          </w:p>
        </w:tc>
        <w:tc>
          <w:tcPr>
            <w:tcW w:w="1742" w:type="dxa"/>
            <w:vAlign w:val="bottom"/>
          </w:tcPr>
          <w:p w14:paraId="69A5C2F4" w14:textId="33F266C5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412" w:type="dxa"/>
            <w:vAlign w:val="bottom"/>
          </w:tcPr>
          <w:p w14:paraId="17350B98" w14:textId="6F8554E8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033C1E" w:rsidRPr="00E77BC5" w14:paraId="2B922073" w14:textId="77777777" w:rsidTr="00E04E45">
        <w:tc>
          <w:tcPr>
            <w:tcW w:w="677" w:type="dxa"/>
            <w:vAlign w:val="bottom"/>
          </w:tcPr>
          <w:p w14:paraId="5563AB60" w14:textId="18A205F5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6BB253D8" w14:textId="7FB41816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7" w:type="dxa"/>
            <w:vAlign w:val="bottom"/>
          </w:tcPr>
          <w:p w14:paraId="33477ABC" w14:textId="45E36591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R5,R6,R7</w:t>
            </w:r>
          </w:p>
        </w:tc>
        <w:tc>
          <w:tcPr>
            <w:tcW w:w="3838" w:type="dxa"/>
            <w:vAlign w:val="bottom"/>
          </w:tcPr>
          <w:p w14:paraId="583C3C1D" w14:textId="23C6B917" w:rsidR="00033C1E" w:rsidRPr="00E77BC5" w:rsidRDefault="00980EDC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0-OHM 1% THICK FILM 0805</w:t>
            </w:r>
            <w:r w:rsidR="00B73DA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  <w:bookmarkStart w:id="0" w:name="_GoBack"/>
            <w:bookmarkEnd w:id="0"/>
          </w:p>
        </w:tc>
        <w:tc>
          <w:tcPr>
            <w:tcW w:w="1742" w:type="dxa"/>
            <w:vAlign w:val="bottom"/>
          </w:tcPr>
          <w:p w14:paraId="19DAF8C2" w14:textId="755D69CE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1412" w:type="dxa"/>
            <w:vAlign w:val="bottom"/>
          </w:tcPr>
          <w:p w14:paraId="0085E440" w14:textId="69174748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033C1E" w:rsidRPr="00E77BC5" w14:paraId="14C7E823" w14:textId="77777777" w:rsidTr="00E04E45">
        <w:tc>
          <w:tcPr>
            <w:tcW w:w="677" w:type="dxa"/>
            <w:vAlign w:val="bottom"/>
          </w:tcPr>
          <w:p w14:paraId="1FF3B445" w14:textId="1ACB4260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63578DE6" w14:textId="3B0D058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0EB960C" w14:textId="3FBC4EBB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838" w:type="dxa"/>
            <w:vAlign w:val="bottom"/>
          </w:tcPr>
          <w:p w14:paraId="58E8124A" w14:textId="056B67DA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IC 1.3MEGHZ STEP-UP DC/DC CONVERTERS WITH INTEGRATED SCHOTTKY</w:t>
            </w:r>
          </w:p>
        </w:tc>
        <w:tc>
          <w:tcPr>
            <w:tcW w:w="1742" w:type="dxa"/>
            <w:vAlign w:val="bottom"/>
          </w:tcPr>
          <w:p w14:paraId="5A12891B" w14:textId="1BB106AA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412" w:type="dxa"/>
            <w:vAlign w:val="bottom"/>
          </w:tcPr>
          <w:p w14:paraId="1422C40D" w14:textId="3D1690DD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LT3461ES6#PBF</w:t>
            </w:r>
          </w:p>
        </w:tc>
      </w:tr>
      <w:tr w:rsidR="00033C1E" w:rsidRPr="00E77BC5" w14:paraId="0C03CC75" w14:textId="77777777" w:rsidTr="00E04E45">
        <w:tc>
          <w:tcPr>
            <w:tcW w:w="677" w:type="dxa"/>
            <w:vAlign w:val="bottom"/>
          </w:tcPr>
          <w:p w14:paraId="54215025" w14:textId="02BE2376" w:rsidR="00033C1E" w:rsidRPr="00E77BC5" w:rsidRDefault="00033C1E" w:rsidP="00033C1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1D0C7595" w14:textId="7D9A8194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2079C51" w14:textId="36253AB8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838" w:type="dxa"/>
            <w:vAlign w:val="bottom"/>
          </w:tcPr>
          <w:p w14:paraId="790471F7" w14:textId="2020C5BF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742" w:type="dxa"/>
            <w:vAlign w:val="bottom"/>
          </w:tcPr>
          <w:p w14:paraId="3A9506D2" w14:textId="715960ED" w:rsidR="00033C1E" w:rsidRPr="00E77BC5" w:rsidRDefault="00033C1E" w:rsidP="00033C1E">
            <w:pPr>
              <w:rPr>
                <w:sz w:val="18"/>
                <w:szCs w:val="18"/>
              </w:rPr>
            </w:pPr>
            <w:r w:rsidRPr="00E77BC5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412" w:type="dxa"/>
            <w:vAlign w:val="bottom"/>
          </w:tcPr>
          <w:p w14:paraId="02337B09" w14:textId="25C043DB" w:rsidR="00033C1E" w:rsidRPr="00033C1E" w:rsidRDefault="00033C1E" w:rsidP="00033C1E">
            <w:pPr>
              <w:rPr>
                <w:sz w:val="18"/>
                <w:szCs w:val="18"/>
              </w:rPr>
            </w:pPr>
            <w:r w:rsidRPr="00033C1E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7EF0030F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372"/>
    <w:rsid w:val="00012CE8"/>
    <w:rsid w:val="00033C1E"/>
    <w:rsid w:val="000B6158"/>
    <w:rsid w:val="00136C99"/>
    <w:rsid w:val="00296005"/>
    <w:rsid w:val="00305C13"/>
    <w:rsid w:val="003116DF"/>
    <w:rsid w:val="00330065"/>
    <w:rsid w:val="00342007"/>
    <w:rsid w:val="003D2372"/>
    <w:rsid w:val="00405008"/>
    <w:rsid w:val="0044422E"/>
    <w:rsid w:val="004C2E5C"/>
    <w:rsid w:val="00583EB3"/>
    <w:rsid w:val="005F3501"/>
    <w:rsid w:val="007C2797"/>
    <w:rsid w:val="008007AD"/>
    <w:rsid w:val="00801A6A"/>
    <w:rsid w:val="0082546E"/>
    <w:rsid w:val="009677CA"/>
    <w:rsid w:val="00980EDC"/>
    <w:rsid w:val="00A02BE5"/>
    <w:rsid w:val="00AC5922"/>
    <w:rsid w:val="00B06F0A"/>
    <w:rsid w:val="00B11642"/>
    <w:rsid w:val="00B67AEB"/>
    <w:rsid w:val="00B73DAF"/>
    <w:rsid w:val="00BC69A3"/>
    <w:rsid w:val="00BD6330"/>
    <w:rsid w:val="00C26CF5"/>
    <w:rsid w:val="00C47A63"/>
    <w:rsid w:val="00C71C60"/>
    <w:rsid w:val="00CA2E0B"/>
    <w:rsid w:val="00CA6D7C"/>
    <w:rsid w:val="00CB52D3"/>
    <w:rsid w:val="00D11546"/>
    <w:rsid w:val="00D24BCF"/>
    <w:rsid w:val="00D313C7"/>
    <w:rsid w:val="00E04E45"/>
    <w:rsid w:val="00E14A65"/>
    <w:rsid w:val="00E311D6"/>
    <w:rsid w:val="00E41EBC"/>
    <w:rsid w:val="00E77BC5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392CB"/>
  <w15:chartTrackingRefBased/>
  <w15:docId w15:val="{DCF4B1EE-DC8E-4A10-8B87-6322720B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A1B3F4-01C6-4A85-BB39-C4429BB1FE01}"/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101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21</cp:revision>
  <dcterms:created xsi:type="dcterms:W3CDTF">2020-04-16T15:27:00Z</dcterms:created>
  <dcterms:modified xsi:type="dcterms:W3CDTF">2020-04-16T20:21:00Z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