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588"/>
        <w:gridCol w:w="517"/>
        <w:gridCol w:w="1284"/>
        <w:gridCol w:w="3400"/>
        <w:gridCol w:w="1592"/>
        <w:gridCol w:w="2105"/>
      </w:tblGrid>
      <w:tr w:rsidR="00330065" w:rsidRPr="00D313C7" w14:paraId="5B383C76" w14:textId="77777777" w:rsidTr="00A24E89">
        <w:tc>
          <w:tcPr>
            <w:tcW w:w="588" w:type="dxa"/>
            <w:vAlign w:val="bottom"/>
          </w:tcPr>
          <w:p w14:paraId="0CF5032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517" w:type="dxa"/>
            <w:vAlign w:val="bottom"/>
          </w:tcPr>
          <w:p w14:paraId="2E8671F1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84" w:type="dxa"/>
            <w:vAlign w:val="bottom"/>
          </w:tcPr>
          <w:p w14:paraId="76CDF9AC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400" w:type="dxa"/>
            <w:vAlign w:val="bottom"/>
          </w:tcPr>
          <w:p w14:paraId="56F0347E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581AAD19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105" w:type="dxa"/>
            <w:vAlign w:val="bottom"/>
          </w:tcPr>
          <w:p w14:paraId="126F846E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812B01" w:rsidRPr="0085498E" w14:paraId="3EEE41E9" w14:textId="77777777" w:rsidTr="00A24E89">
        <w:tc>
          <w:tcPr>
            <w:tcW w:w="588" w:type="dxa"/>
            <w:vAlign w:val="bottom"/>
          </w:tcPr>
          <w:p w14:paraId="1774662B" w14:textId="3ACB75B1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bottom"/>
          </w:tcPr>
          <w:p w14:paraId="6780374A" w14:textId="6F790F36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3CD61083" w14:textId="3391B7F9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PCB</w:t>
            </w:r>
          </w:p>
        </w:tc>
        <w:tc>
          <w:tcPr>
            <w:tcW w:w="3400" w:type="dxa"/>
            <w:vAlign w:val="bottom"/>
          </w:tcPr>
          <w:p w14:paraId="7B444A60" w14:textId="00764FD0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05E64E72" w14:textId="1EBD4D8C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ANALOG DEVICES</w:t>
            </w:r>
          </w:p>
        </w:tc>
        <w:tc>
          <w:tcPr>
            <w:tcW w:w="2105" w:type="dxa"/>
            <w:vAlign w:val="bottom"/>
          </w:tcPr>
          <w:p w14:paraId="6F5C31C5" w14:textId="767B0FBF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08_051166b</w:t>
            </w:r>
          </w:p>
        </w:tc>
      </w:tr>
      <w:tr w:rsidR="00812B01" w:rsidRPr="0085498E" w14:paraId="7BEA472C" w14:textId="77777777" w:rsidTr="00A24E89">
        <w:tc>
          <w:tcPr>
            <w:tcW w:w="588" w:type="dxa"/>
            <w:vAlign w:val="bottom"/>
          </w:tcPr>
          <w:p w14:paraId="55635E7C" w14:textId="2A6EC8A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bottom"/>
          </w:tcPr>
          <w:p w14:paraId="602CA8E4" w14:textId="12498A00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2C58179C" w14:textId="4C251DEB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400" w:type="dxa"/>
            <w:vAlign w:val="bottom"/>
          </w:tcPr>
          <w:p w14:paraId="4A8E7AE9" w14:textId="316DCD5A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F92CB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10nF 50V 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F92CB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0402</w:t>
            </w:r>
          </w:p>
        </w:tc>
        <w:tc>
          <w:tcPr>
            <w:tcW w:w="1592" w:type="dxa"/>
            <w:vAlign w:val="bottom"/>
          </w:tcPr>
          <w:p w14:paraId="570E222C" w14:textId="1659297B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105" w:type="dxa"/>
            <w:vAlign w:val="bottom"/>
          </w:tcPr>
          <w:p w14:paraId="5441D08B" w14:textId="5B9D79FD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GCM155R71H103KA55D</w:t>
            </w:r>
          </w:p>
        </w:tc>
      </w:tr>
      <w:tr w:rsidR="00812B01" w:rsidRPr="0085498E" w14:paraId="579D8963" w14:textId="77777777" w:rsidTr="00A24E89">
        <w:tc>
          <w:tcPr>
            <w:tcW w:w="588" w:type="dxa"/>
            <w:vAlign w:val="bottom"/>
          </w:tcPr>
          <w:p w14:paraId="65B96BA7" w14:textId="7713FE09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bottom"/>
          </w:tcPr>
          <w:p w14:paraId="1563CB80" w14:textId="2A3FCD63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30829B35" w14:textId="46F9969D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400" w:type="dxa"/>
            <w:vAlign w:val="bottom"/>
          </w:tcPr>
          <w:p w14:paraId="1D891274" w14:textId="0E4A27E3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4.7UF 50V </w:t>
            </w:r>
            <w:r w:rsidR="00F92CB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X7R 1206</w:t>
            </w:r>
          </w:p>
        </w:tc>
        <w:tc>
          <w:tcPr>
            <w:tcW w:w="1592" w:type="dxa"/>
            <w:vAlign w:val="bottom"/>
          </w:tcPr>
          <w:p w14:paraId="2E95A995" w14:textId="7599207B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05" w:type="dxa"/>
            <w:vAlign w:val="bottom"/>
          </w:tcPr>
          <w:p w14:paraId="3E9790DF" w14:textId="435DC2CA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CL31B475KBHNNNE</w:t>
            </w:r>
          </w:p>
        </w:tc>
      </w:tr>
      <w:tr w:rsidR="00812B01" w:rsidRPr="0085498E" w14:paraId="256E500E" w14:textId="77777777" w:rsidTr="00A24E89">
        <w:tc>
          <w:tcPr>
            <w:tcW w:w="588" w:type="dxa"/>
            <w:vAlign w:val="bottom"/>
          </w:tcPr>
          <w:p w14:paraId="51AC74A7" w14:textId="5505A3E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bottom"/>
          </w:tcPr>
          <w:p w14:paraId="600414C4" w14:textId="6CB708F5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179D84D6" w14:textId="7013E17E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400" w:type="dxa"/>
            <w:vAlign w:val="bottom"/>
          </w:tcPr>
          <w:p w14:paraId="10FDD339" w14:textId="48C62DDA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10UF 50V </w:t>
            </w:r>
            <w:r w:rsidR="00F92CB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</w:p>
        </w:tc>
        <w:tc>
          <w:tcPr>
            <w:tcW w:w="1592" w:type="dxa"/>
            <w:vAlign w:val="bottom"/>
          </w:tcPr>
          <w:p w14:paraId="749CDE23" w14:textId="0E8015DC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05" w:type="dxa"/>
            <w:vAlign w:val="bottom"/>
          </w:tcPr>
          <w:p w14:paraId="4102D9E7" w14:textId="7F069E17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812B01" w:rsidRPr="0085498E" w14:paraId="4F5E0FF0" w14:textId="77777777" w:rsidTr="00A24E89">
        <w:tc>
          <w:tcPr>
            <w:tcW w:w="588" w:type="dxa"/>
            <w:vAlign w:val="bottom"/>
          </w:tcPr>
          <w:p w14:paraId="1401FA76" w14:textId="546D4F26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5</w:t>
            </w:r>
          </w:p>
        </w:tc>
        <w:tc>
          <w:tcPr>
            <w:tcW w:w="517" w:type="dxa"/>
            <w:vAlign w:val="bottom"/>
          </w:tcPr>
          <w:p w14:paraId="2AF23E63" w14:textId="44DF8F79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2A501450" w14:textId="45BEA485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400" w:type="dxa"/>
            <w:vAlign w:val="bottom"/>
          </w:tcPr>
          <w:p w14:paraId="5D280B51" w14:textId="3066A7CA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592" w:type="dxa"/>
            <w:vAlign w:val="bottom"/>
          </w:tcPr>
          <w:p w14:paraId="6446FC7D" w14:textId="62D3401C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05" w:type="dxa"/>
            <w:vAlign w:val="bottom"/>
          </w:tcPr>
          <w:p w14:paraId="12512DFD" w14:textId="3BEBC8F9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812B01" w:rsidRPr="0085498E" w14:paraId="640F474E" w14:textId="77777777" w:rsidTr="00A24E89">
        <w:tc>
          <w:tcPr>
            <w:tcW w:w="588" w:type="dxa"/>
            <w:vAlign w:val="bottom"/>
          </w:tcPr>
          <w:p w14:paraId="66963989" w14:textId="00823F2C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6</w:t>
            </w:r>
          </w:p>
        </w:tc>
        <w:tc>
          <w:tcPr>
            <w:tcW w:w="517" w:type="dxa"/>
            <w:vAlign w:val="bottom"/>
          </w:tcPr>
          <w:p w14:paraId="2C2A2452" w14:textId="4F8FE129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7C038AD" w14:textId="3DBA64FF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400" w:type="dxa"/>
            <w:vAlign w:val="bottom"/>
          </w:tcPr>
          <w:p w14:paraId="544B2B59" w14:textId="17251757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62CAE1C0" w14:textId="5D4F4BEF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05" w:type="dxa"/>
            <w:vAlign w:val="bottom"/>
          </w:tcPr>
          <w:p w14:paraId="1C437C96" w14:textId="5F89D298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812B01" w:rsidRPr="0085498E" w14:paraId="26F9B310" w14:textId="77777777" w:rsidTr="00A24E89">
        <w:tc>
          <w:tcPr>
            <w:tcW w:w="588" w:type="dxa"/>
            <w:vAlign w:val="bottom"/>
          </w:tcPr>
          <w:p w14:paraId="392F59BF" w14:textId="1FBE30B6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7</w:t>
            </w:r>
          </w:p>
        </w:tc>
        <w:tc>
          <w:tcPr>
            <w:tcW w:w="517" w:type="dxa"/>
            <w:vAlign w:val="bottom"/>
          </w:tcPr>
          <w:p w14:paraId="6892C921" w14:textId="5DBDB151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623AE189" w14:textId="32C16CF2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400" w:type="dxa"/>
            <w:vAlign w:val="bottom"/>
          </w:tcPr>
          <w:p w14:paraId="07EB29DA" w14:textId="75DC2CFC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87448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63B144F1" w14:textId="462100E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05" w:type="dxa"/>
            <w:vAlign w:val="bottom"/>
          </w:tcPr>
          <w:p w14:paraId="22AECCF6" w14:textId="4560FEC4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812B01" w:rsidRPr="0085498E" w14:paraId="72D713BD" w14:textId="77777777" w:rsidTr="00A24E89">
        <w:tc>
          <w:tcPr>
            <w:tcW w:w="588" w:type="dxa"/>
            <w:vAlign w:val="bottom"/>
          </w:tcPr>
          <w:p w14:paraId="54574168" w14:textId="5E5F72A9" w:rsidR="00812B01" w:rsidRPr="0085498E" w:rsidRDefault="00812B01" w:rsidP="00812B0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7" w:type="dxa"/>
            <w:vAlign w:val="bottom"/>
          </w:tcPr>
          <w:p w14:paraId="32750F65" w14:textId="51485EF2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4" w:type="dxa"/>
            <w:vAlign w:val="bottom"/>
          </w:tcPr>
          <w:p w14:paraId="4FDC5CA6" w14:textId="417D3F61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R1,R7</w:t>
            </w:r>
          </w:p>
        </w:tc>
        <w:tc>
          <w:tcPr>
            <w:tcW w:w="3400" w:type="dxa"/>
            <w:vAlign w:val="bottom"/>
          </w:tcPr>
          <w:p w14:paraId="53DB26AB" w14:textId="12E75874" w:rsidR="00812B01" w:rsidRPr="0085498E" w:rsidRDefault="00E36A32" w:rsidP="00812B01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</w:t>
            </w:r>
            <w:r w:rsidR="00FB6B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 TBD THICK FILM </w:t>
            </w:r>
            <w:r w:rsidR="00A24E89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  <w:bookmarkStart w:id="0" w:name="_GoBack"/>
            <w:bookmarkEnd w:id="0"/>
            <w:r w:rsidR="00FB6B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19674A36" w14:textId="7B2C0856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2105" w:type="dxa"/>
            <w:vAlign w:val="bottom"/>
          </w:tcPr>
          <w:p w14:paraId="2A96B629" w14:textId="351A6E1C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812B01" w:rsidRPr="0085498E" w14:paraId="02E703E0" w14:textId="77777777" w:rsidTr="00A24E89">
        <w:tc>
          <w:tcPr>
            <w:tcW w:w="588" w:type="dxa"/>
            <w:vAlign w:val="bottom"/>
          </w:tcPr>
          <w:p w14:paraId="401D397D" w14:textId="0EBE99BF" w:rsidR="00812B01" w:rsidRPr="0085498E" w:rsidRDefault="00812B01" w:rsidP="00812B0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7" w:type="dxa"/>
            <w:vAlign w:val="bottom"/>
          </w:tcPr>
          <w:p w14:paraId="3C3345C1" w14:textId="606F40AE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1607D2AF" w14:textId="7CF5404E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400" w:type="dxa"/>
            <w:vAlign w:val="bottom"/>
          </w:tcPr>
          <w:p w14:paraId="452A47AF" w14:textId="0B11985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EC3199">
              <w:rPr>
                <w:rFonts w:ascii="Calibri" w:hAnsi="Calibri" w:cs="Calibri"/>
                <w:color w:val="000000"/>
                <w:sz w:val="18"/>
                <w:szCs w:val="18"/>
              </w:rPr>
              <w:t>100K 1%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7B2342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20CE2B0" w14:textId="6348BF7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05" w:type="dxa"/>
            <w:vAlign w:val="bottom"/>
          </w:tcPr>
          <w:p w14:paraId="436132CF" w14:textId="51FEF7E5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ERJ-6ENF1003V</w:t>
            </w:r>
          </w:p>
        </w:tc>
      </w:tr>
      <w:tr w:rsidR="00812B01" w:rsidRPr="0085498E" w14:paraId="53391B3B" w14:textId="77777777" w:rsidTr="00A24E89">
        <w:tc>
          <w:tcPr>
            <w:tcW w:w="588" w:type="dxa"/>
            <w:vAlign w:val="bottom"/>
          </w:tcPr>
          <w:p w14:paraId="738C563A" w14:textId="0F1CE242" w:rsidR="00812B01" w:rsidRPr="0085498E" w:rsidRDefault="00812B01" w:rsidP="00812B0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7" w:type="dxa"/>
            <w:vAlign w:val="bottom"/>
          </w:tcPr>
          <w:p w14:paraId="69D4F591" w14:textId="27113A17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29DDAE3E" w14:textId="67B0E8E5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400" w:type="dxa"/>
            <w:vAlign w:val="bottom"/>
          </w:tcPr>
          <w:p w14:paraId="38724FF3" w14:textId="17FD93F3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249K 1% </w:t>
            </w:r>
            <w:r w:rsidR="00EC3199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1471E570" w14:textId="78E5BADA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05" w:type="dxa"/>
            <w:vAlign w:val="bottom"/>
          </w:tcPr>
          <w:p w14:paraId="707BAA17" w14:textId="3D78F039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CRCW0805249KFKECC</w:t>
            </w:r>
          </w:p>
        </w:tc>
      </w:tr>
      <w:tr w:rsidR="00812B01" w:rsidRPr="0085498E" w14:paraId="63BC0E48" w14:textId="77777777" w:rsidTr="00A24E89">
        <w:tc>
          <w:tcPr>
            <w:tcW w:w="588" w:type="dxa"/>
            <w:vAlign w:val="bottom"/>
          </w:tcPr>
          <w:p w14:paraId="50D68F68" w14:textId="1DF941A6" w:rsidR="00812B01" w:rsidRPr="0085498E" w:rsidRDefault="00812B01" w:rsidP="00812B0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7" w:type="dxa"/>
            <w:vAlign w:val="bottom"/>
          </w:tcPr>
          <w:p w14:paraId="524874FA" w14:textId="5AEE46E4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40BC7FC0" w14:textId="08E37D13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400" w:type="dxa"/>
            <w:vAlign w:val="bottom"/>
          </w:tcPr>
          <w:p w14:paraId="1A7DB5EE" w14:textId="43C0F796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768K 1% </w:t>
            </w:r>
            <w:r w:rsidR="007B2342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63B92262" w14:textId="203E24C0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05" w:type="dxa"/>
            <w:vAlign w:val="bottom"/>
          </w:tcPr>
          <w:p w14:paraId="5068E8E9" w14:textId="63A480FD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ERJ-6ENF7683V </w:t>
            </w:r>
          </w:p>
        </w:tc>
      </w:tr>
      <w:tr w:rsidR="00812B01" w:rsidRPr="0085498E" w14:paraId="33AFADBC" w14:textId="77777777" w:rsidTr="00A24E89">
        <w:tc>
          <w:tcPr>
            <w:tcW w:w="588" w:type="dxa"/>
            <w:vAlign w:val="bottom"/>
          </w:tcPr>
          <w:p w14:paraId="407CBF9D" w14:textId="18E6D3BC" w:rsidR="00812B01" w:rsidRPr="0085498E" w:rsidRDefault="00812B01" w:rsidP="00812B0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7" w:type="dxa"/>
            <w:vAlign w:val="bottom"/>
          </w:tcPr>
          <w:p w14:paraId="0CCFD39D" w14:textId="02227E0F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vAlign w:val="bottom"/>
          </w:tcPr>
          <w:p w14:paraId="1BF5DEE4" w14:textId="1A41FA40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400" w:type="dxa"/>
            <w:vAlign w:val="bottom"/>
          </w:tcPr>
          <w:p w14:paraId="427494CA" w14:textId="674D88DF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rFonts w:ascii="Calibri" w:hAnsi="Calibri" w:cs="Calibri"/>
                <w:color w:val="000000"/>
                <w:sz w:val="18"/>
                <w:szCs w:val="18"/>
              </w:rPr>
              <w:t>IC LOW NOISE LDO NEGATIVE MICPROWER REGULATOR</w:t>
            </w:r>
          </w:p>
        </w:tc>
        <w:tc>
          <w:tcPr>
            <w:tcW w:w="1592" w:type="dxa"/>
            <w:vAlign w:val="bottom"/>
          </w:tcPr>
          <w:p w14:paraId="0D7CD98F" w14:textId="76D44CE9" w:rsidR="00812B01" w:rsidRPr="0085498E" w:rsidRDefault="00812B01" w:rsidP="00812B01">
            <w:pPr>
              <w:rPr>
                <w:sz w:val="18"/>
                <w:szCs w:val="18"/>
              </w:rPr>
            </w:pPr>
            <w:r w:rsidRPr="0085498E">
              <w:rPr>
                <w:sz w:val="18"/>
                <w:szCs w:val="18"/>
              </w:rPr>
              <w:t>ANALOG DEVICES</w:t>
            </w:r>
          </w:p>
        </w:tc>
        <w:tc>
          <w:tcPr>
            <w:tcW w:w="2105" w:type="dxa"/>
            <w:vAlign w:val="bottom"/>
          </w:tcPr>
          <w:p w14:paraId="09B30411" w14:textId="38F55249" w:rsidR="00812B01" w:rsidRPr="00812B01" w:rsidRDefault="00812B01" w:rsidP="00812B01">
            <w:pPr>
              <w:rPr>
                <w:sz w:val="18"/>
                <w:szCs w:val="18"/>
              </w:rPr>
            </w:pPr>
            <w:r w:rsidRPr="00812B01">
              <w:rPr>
                <w:rFonts w:ascii="Calibri" w:hAnsi="Calibri" w:cs="Calibri"/>
                <w:color w:val="000000"/>
                <w:sz w:val="18"/>
                <w:szCs w:val="18"/>
              </w:rPr>
              <w:t>LT1964EDD#PBF</w:t>
            </w:r>
          </w:p>
        </w:tc>
      </w:tr>
    </w:tbl>
    <w:p w14:paraId="33F63834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A5"/>
    <w:rsid w:val="00012CE8"/>
    <w:rsid w:val="00296005"/>
    <w:rsid w:val="00305C13"/>
    <w:rsid w:val="00330065"/>
    <w:rsid w:val="0045786E"/>
    <w:rsid w:val="004C2E5C"/>
    <w:rsid w:val="005F3501"/>
    <w:rsid w:val="006E2A1A"/>
    <w:rsid w:val="007B2342"/>
    <w:rsid w:val="007F1646"/>
    <w:rsid w:val="008007AD"/>
    <w:rsid w:val="00801A6A"/>
    <w:rsid w:val="00812B01"/>
    <w:rsid w:val="0082546E"/>
    <w:rsid w:val="00841055"/>
    <w:rsid w:val="0085498E"/>
    <w:rsid w:val="0087448C"/>
    <w:rsid w:val="009677CA"/>
    <w:rsid w:val="00A02BE5"/>
    <w:rsid w:val="00A24E89"/>
    <w:rsid w:val="00AC5922"/>
    <w:rsid w:val="00B11642"/>
    <w:rsid w:val="00BC69A3"/>
    <w:rsid w:val="00BD6330"/>
    <w:rsid w:val="00C26CF5"/>
    <w:rsid w:val="00C47A63"/>
    <w:rsid w:val="00C71C60"/>
    <w:rsid w:val="00CA6D7C"/>
    <w:rsid w:val="00CB52D3"/>
    <w:rsid w:val="00D313C7"/>
    <w:rsid w:val="00E14A65"/>
    <w:rsid w:val="00E311D6"/>
    <w:rsid w:val="00E318DF"/>
    <w:rsid w:val="00E36A32"/>
    <w:rsid w:val="00EC3199"/>
    <w:rsid w:val="00F92CB5"/>
    <w:rsid w:val="00FB6B99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9457D"/>
  <w15:chartTrackingRefBased/>
  <w15:docId w15:val="{ABAA960B-9AD7-42C2-93BC-16A58288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6B378-E4DE-4EE0-B90E-DCA94B8DB2B0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23b55ecd-d0c9-4c1e-9264-0c0a9032ba2f"/>
    <ds:schemaRef ds:uri="cc63553a-be06-4f94-a194-a06fe81c5e2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35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15</cp:revision>
  <dcterms:created xsi:type="dcterms:W3CDTF">2020-04-14T21:32:00Z</dcterms:created>
  <dcterms:modified xsi:type="dcterms:W3CDTF">2020-04-14T23:13:00Z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