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282"/>
        <w:gridCol w:w="1592"/>
        <w:gridCol w:w="2118"/>
      </w:tblGrid>
      <w:tr w:rsidR="00330065" w:rsidRPr="00D313C7" w14:paraId="354EF9A5" w14:textId="77777777" w:rsidTr="005929B8">
        <w:tc>
          <w:tcPr>
            <w:tcW w:w="677" w:type="dxa"/>
            <w:vAlign w:val="bottom"/>
          </w:tcPr>
          <w:p w14:paraId="2A25D68E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08A4CAD3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3505ADD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282" w:type="dxa"/>
            <w:vAlign w:val="bottom"/>
          </w:tcPr>
          <w:p w14:paraId="35EAB28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07CF98F9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118" w:type="dxa"/>
            <w:vAlign w:val="bottom"/>
          </w:tcPr>
          <w:p w14:paraId="422C3736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5929B8" w:rsidRPr="005929B8" w14:paraId="26A89079" w14:textId="77777777" w:rsidTr="005929B8">
        <w:tc>
          <w:tcPr>
            <w:tcW w:w="677" w:type="dxa"/>
            <w:vAlign w:val="bottom"/>
          </w:tcPr>
          <w:p w14:paraId="31CBFF6A" w14:textId="4BC2912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7A12627E" w14:textId="3FB5C2CB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E596593" w14:textId="4B161D6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PCB</w:t>
            </w:r>
          </w:p>
        </w:tc>
        <w:tc>
          <w:tcPr>
            <w:tcW w:w="3282" w:type="dxa"/>
            <w:vAlign w:val="bottom"/>
          </w:tcPr>
          <w:p w14:paraId="369A7E29" w14:textId="370A115B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5FE6C8DA" w14:textId="4F45D2B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ANALOG DEVICES</w:t>
            </w:r>
          </w:p>
        </w:tc>
        <w:tc>
          <w:tcPr>
            <w:tcW w:w="2118" w:type="dxa"/>
            <w:vAlign w:val="bottom"/>
          </w:tcPr>
          <w:p w14:paraId="33B44ADB" w14:textId="73E1A71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08_051164b</w:t>
            </w:r>
          </w:p>
        </w:tc>
      </w:tr>
      <w:tr w:rsidR="005929B8" w:rsidRPr="005929B8" w14:paraId="17E90100" w14:textId="77777777" w:rsidTr="005929B8">
        <w:tc>
          <w:tcPr>
            <w:tcW w:w="677" w:type="dxa"/>
            <w:vAlign w:val="bottom"/>
          </w:tcPr>
          <w:p w14:paraId="2BBB2E6D" w14:textId="02487033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46F0D57A" w14:textId="3AFEBE16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03A86E8" w14:textId="37C2E14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282" w:type="dxa"/>
            <w:vAlign w:val="bottom"/>
          </w:tcPr>
          <w:p w14:paraId="0056471B" w14:textId="3F30C6A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2.2uF 25V 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CER X5R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592" w:type="dxa"/>
            <w:vAlign w:val="bottom"/>
          </w:tcPr>
          <w:p w14:paraId="08F27B9A" w14:textId="6A8FEC18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118" w:type="dxa"/>
            <w:vAlign w:val="bottom"/>
          </w:tcPr>
          <w:p w14:paraId="597C7D8A" w14:textId="033AE6B3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GRM188R61E225KA12D</w:t>
            </w:r>
          </w:p>
        </w:tc>
      </w:tr>
      <w:tr w:rsidR="005929B8" w:rsidRPr="005929B8" w14:paraId="677998B3" w14:textId="77777777" w:rsidTr="005929B8">
        <w:tc>
          <w:tcPr>
            <w:tcW w:w="677" w:type="dxa"/>
            <w:vAlign w:val="bottom"/>
          </w:tcPr>
          <w:p w14:paraId="60D81A71" w14:textId="300509E1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5D7B38CA" w14:textId="59CF31C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B3E921F" w14:textId="4A4A149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282" w:type="dxa"/>
            <w:vAlign w:val="bottom"/>
          </w:tcPr>
          <w:p w14:paraId="0A7888F4" w14:textId="2007B9A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CAP CER 0.1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F 50V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X5R 0402</w:t>
            </w:r>
          </w:p>
        </w:tc>
        <w:tc>
          <w:tcPr>
            <w:tcW w:w="1592" w:type="dxa"/>
            <w:vAlign w:val="bottom"/>
          </w:tcPr>
          <w:p w14:paraId="4D2ABC60" w14:textId="2E6139F3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18" w:type="dxa"/>
            <w:vAlign w:val="bottom"/>
          </w:tcPr>
          <w:p w14:paraId="7B899081" w14:textId="05B113E8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CC0402KRX5R9BB104</w:t>
            </w:r>
          </w:p>
        </w:tc>
      </w:tr>
      <w:tr w:rsidR="005929B8" w:rsidRPr="005929B8" w14:paraId="376A02CC" w14:textId="77777777" w:rsidTr="005929B8">
        <w:tc>
          <w:tcPr>
            <w:tcW w:w="677" w:type="dxa"/>
            <w:vAlign w:val="bottom"/>
          </w:tcPr>
          <w:p w14:paraId="3EE40456" w14:textId="4C58BCC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4C873401" w14:textId="7CB471D5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9E2DF41" w14:textId="17051251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282" w:type="dxa"/>
            <w:vAlign w:val="bottom"/>
          </w:tcPr>
          <w:p w14:paraId="0F9BB91A" w14:textId="3DB6E6D5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CAP CER 10</w:t>
            </w:r>
            <w:r w:rsidR="0086051A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F 50V X5R 1206</w:t>
            </w:r>
          </w:p>
        </w:tc>
        <w:tc>
          <w:tcPr>
            <w:tcW w:w="1592" w:type="dxa"/>
            <w:vAlign w:val="bottom"/>
          </w:tcPr>
          <w:p w14:paraId="6418D0EB" w14:textId="62F8E1F6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18" w:type="dxa"/>
            <w:vAlign w:val="bottom"/>
          </w:tcPr>
          <w:p w14:paraId="2713A33C" w14:textId="75556B92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5929B8" w:rsidRPr="005929B8" w14:paraId="1C289F14" w14:textId="77777777" w:rsidTr="005929B8">
        <w:tc>
          <w:tcPr>
            <w:tcW w:w="677" w:type="dxa"/>
            <w:vAlign w:val="bottom"/>
          </w:tcPr>
          <w:p w14:paraId="78FA2951" w14:textId="035000EF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30100721" w14:textId="317FE57A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1EE5CD2" w14:textId="389C7402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282" w:type="dxa"/>
            <w:vAlign w:val="bottom"/>
          </w:tcPr>
          <w:p w14:paraId="606BCA57" w14:textId="271B7EA5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592" w:type="dxa"/>
            <w:vAlign w:val="bottom"/>
          </w:tcPr>
          <w:p w14:paraId="223E54BB" w14:textId="01018D8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18" w:type="dxa"/>
            <w:vAlign w:val="bottom"/>
          </w:tcPr>
          <w:p w14:paraId="4C455DB4" w14:textId="690CAB06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5929B8" w:rsidRPr="005929B8" w14:paraId="24BFDAC2" w14:textId="77777777" w:rsidTr="005929B8">
        <w:tc>
          <w:tcPr>
            <w:tcW w:w="677" w:type="dxa"/>
            <w:vAlign w:val="bottom"/>
          </w:tcPr>
          <w:p w14:paraId="5D6B9031" w14:textId="2F4078F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02877E0C" w14:textId="12933EC8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2FB4876" w14:textId="651B4E9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282" w:type="dxa"/>
            <w:vAlign w:val="bottom"/>
          </w:tcPr>
          <w:p w14:paraId="1D178FE4" w14:textId="58DA5C7A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2BF7F113" w14:textId="339F7B37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18" w:type="dxa"/>
            <w:vAlign w:val="bottom"/>
          </w:tcPr>
          <w:p w14:paraId="61E8382C" w14:textId="260A04EF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5929B8" w:rsidRPr="005929B8" w14:paraId="0BEB58B5" w14:textId="77777777" w:rsidTr="005929B8">
        <w:tc>
          <w:tcPr>
            <w:tcW w:w="677" w:type="dxa"/>
            <w:vAlign w:val="bottom"/>
          </w:tcPr>
          <w:p w14:paraId="6F381818" w14:textId="576E432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560145D5" w14:textId="35DC40B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9E0D2A0" w14:textId="63A3A75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282" w:type="dxa"/>
            <w:vAlign w:val="bottom"/>
          </w:tcPr>
          <w:p w14:paraId="10FCFA3A" w14:textId="55B01367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592" w:type="dxa"/>
            <w:vAlign w:val="bottom"/>
          </w:tcPr>
          <w:p w14:paraId="54183C17" w14:textId="0846BA8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18" w:type="dxa"/>
            <w:vAlign w:val="bottom"/>
          </w:tcPr>
          <w:p w14:paraId="40C620F6" w14:textId="696C130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5929B8" w:rsidRPr="005929B8" w14:paraId="68E13237" w14:textId="77777777" w:rsidTr="005929B8">
        <w:tc>
          <w:tcPr>
            <w:tcW w:w="677" w:type="dxa"/>
            <w:vAlign w:val="bottom"/>
          </w:tcPr>
          <w:p w14:paraId="5EB6DB56" w14:textId="3C13E7D8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8096C4D" w14:textId="5DAC9AC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C8C9BB2" w14:textId="18587BD2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282" w:type="dxa"/>
            <w:vAlign w:val="bottom"/>
          </w:tcPr>
          <w:p w14:paraId="093DA75A" w14:textId="6997C3D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422K 1% 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1D49D734" w14:textId="1C6ED8A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18" w:type="dxa"/>
            <w:vAlign w:val="bottom"/>
          </w:tcPr>
          <w:p w14:paraId="34D19F83" w14:textId="7223A57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RC0805FR-07422KL</w:t>
            </w:r>
          </w:p>
        </w:tc>
      </w:tr>
      <w:tr w:rsidR="005929B8" w:rsidRPr="005929B8" w14:paraId="03FF742C" w14:textId="77777777" w:rsidTr="005929B8">
        <w:tc>
          <w:tcPr>
            <w:tcW w:w="677" w:type="dxa"/>
            <w:vAlign w:val="bottom"/>
          </w:tcPr>
          <w:p w14:paraId="225048B7" w14:textId="62B222C8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7D025B0F" w14:textId="41BBAC4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E6C52B2" w14:textId="1592E362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282" w:type="dxa"/>
            <w:vAlign w:val="bottom"/>
          </w:tcPr>
          <w:p w14:paraId="7CAD676E" w14:textId="0A8EA56A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100K 1% </w:t>
            </w: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2365CEF7" w14:textId="637B17D6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18" w:type="dxa"/>
            <w:vAlign w:val="bottom"/>
          </w:tcPr>
          <w:p w14:paraId="13C191B4" w14:textId="5C90054C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ERJ-6ENF1003V</w:t>
            </w:r>
          </w:p>
        </w:tc>
      </w:tr>
      <w:tr w:rsidR="005929B8" w:rsidRPr="005929B8" w14:paraId="621C26A0" w14:textId="77777777" w:rsidTr="005929B8">
        <w:tc>
          <w:tcPr>
            <w:tcW w:w="677" w:type="dxa"/>
            <w:vAlign w:val="bottom"/>
          </w:tcPr>
          <w:p w14:paraId="7A185DEC" w14:textId="36C7B3AB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13D831CE" w14:textId="57CBDDC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7FB641B" w14:textId="3F29F401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282" w:type="dxa"/>
            <w:vAlign w:val="bottom"/>
          </w:tcPr>
          <w:p w14:paraId="323C4975" w14:textId="25AC03D7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>0.0 1% THICK FILM 0805 (Note )</w:t>
            </w:r>
          </w:p>
        </w:tc>
        <w:tc>
          <w:tcPr>
            <w:tcW w:w="1592" w:type="dxa"/>
            <w:vAlign w:val="bottom"/>
          </w:tcPr>
          <w:p w14:paraId="4DDAEBB0" w14:textId="044E4AAB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18" w:type="dxa"/>
            <w:vAlign w:val="bottom"/>
          </w:tcPr>
          <w:p w14:paraId="6290A523" w14:textId="1C2815A5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5929B8" w:rsidRPr="005929B8" w14:paraId="5C92B5BC" w14:textId="77777777" w:rsidTr="005929B8">
        <w:tc>
          <w:tcPr>
            <w:tcW w:w="677" w:type="dxa"/>
            <w:vAlign w:val="bottom"/>
          </w:tcPr>
          <w:p w14:paraId="6D02AC14" w14:textId="2AF2079D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1A9060F2" w14:textId="4308F76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FE3EA20" w14:textId="47829631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282" w:type="dxa"/>
            <w:vAlign w:val="bottom"/>
          </w:tcPr>
          <w:p w14:paraId="559988AB" w14:textId="08008E2E" w:rsidR="005929B8" w:rsidRPr="005929B8" w:rsidRDefault="004B1852" w:rsidP="005929B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TBD </w:t>
            </w:r>
            <w:r w:rsidR="006D2F8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THICK FILM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0805 (Note )</w:t>
            </w:r>
          </w:p>
        </w:tc>
        <w:tc>
          <w:tcPr>
            <w:tcW w:w="1592" w:type="dxa"/>
            <w:vAlign w:val="bottom"/>
          </w:tcPr>
          <w:p w14:paraId="7E1CE70D" w14:textId="12CFF1E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18" w:type="dxa"/>
            <w:vAlign w:val="bottom"/>
          </w:tcPr>
          <w:p w14:paraId="35D8E33F" w14:textId="48D3170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5929B8" w:rsidRPr="005929B8" w14:paraId="6D7A9237" w14:textId="77777777" w:rsidTr="005929B8">
        <w:tc>
          <w:tcPr>
            <w:tcW w:w="677" w:type="dxa"/>
            <w:vAlign w:val="bottom"/>
          </w:tcPr>
          <w:p w14:paraId="0352E2F0" w14:textId="7A6269E0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1DD8CB69" w14:textId="4A084D3D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10033CB" w14:textId="77C8A8BE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282" w:type="dxa"/>
            <w:vAlign w:val="bottom"/>
          </w:tcPr>
          <w:p w14:paraId="1FCFC984" w14:textId="1ECA6FD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249K 1% 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bookmarkStart w:id="0" w:name="_GoBack"/>
            <w:bookmarkEnd w:id="0"/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01728D78" w14:textId="0D8D13F9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18" w:type="dxa"/>
            <w:vAlign w:val="bottom"/>
          </w:tcPr>
          <w:p w14:paraId="22A9F722" w14:textId="652781AB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CRCW0805249KFKECC</w:t>
            </w:r>
          </w:p>
        </w:tc>
      </w:tr>
      <w:tr w:rsidR="005929B8" w:rsidRPr="005929B8" w14:paraId="050BAE46" w14:textId="77777777" w:rsidTr="005929B8">
        <w:tc>
          <w:tcPr>
            <w:tcW w:w="677" w:type="dxa"/>
            <w:vAlign w:val="bottom"/>
          </w:tcPr>
          <w:p w14:paraId="12483C89" w14:textId="7ACA5898" w:rsidR="005929B8" w:rsidRPr="005929B8" w:rsidRDefault="005929B8" w:rsidP="005929B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84708E4" w14:textId="3B87EBB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82D0AB6" w14:textId="67FE8425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282" w:type="dxa"/>
            <w:vAlign w:val="bottom"/>
          </w:tcPr>
          <w:p w14:paraId="5300D9EF" w14:textId="281B97FF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IC-LIN LOW NOISE, MICROPOWER LDO REG</w:t>
            </w:r>
            <w:r w:rsidR="004B1852">
              <w:rPr>
                <w:rFonts w:ascii="Calibri" w:hAnsi="Calibri" w:cs="Calibri"/>
                <w:color w:val="000000"/>
                <w:sz w:val="18"/>
                <w:szCs w:val="18"/>
              </w:rPr>
              <w:t>ULATOR</w:t>
            </w:r>
          </w:p>
        </w:tc>
        <w:tc>
          <w:tcPr>
            <w:tcW w:w="1592" w:type="dxa"/>
            <w:vAlign w:val="bottom"/>
          </w:tcPr>
          <w:p w14:paraId="62B57C4A" w14:textId="388C7DE2" w:rsidR="005929B8" w:rsidRPr="005929B8" w:rsidRDefault="005929B8" w:rsidP="005929B8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18" w:type="dxa"/>
            <w:vAlign w:val="bottom"/>
          </w:tcPr>
          <w:p w14:paraId="676E143F" w14:textId="37A66F50" w:rsidR="005929B8" w:rsidRPr="005929B8" w:rsidRDefault="005929B8" w:rsidP="005929B8">
            <w:pPr>
              <w:rPr>
                <w:sz w:val="18"/>
                <w:szCs w:val="18"/>
              </w:rPr>
            </w:pPr>
            <w:r w:rsidRPr="005929B8">
              <w:rPr>
                <w:rFonts w:ascii="Calibri" w:hAnsi="Calibri" w:cs="Calibri"/>
                <w:color w:val="000000"/>
                <w:sz w:val="18"/>
                <w:szCs w:val="18"/>
              </w:rPr>
              <w:t>LT1962EMS8#PBF</w:t>
            </w:r>
          </w:p>
        </w:tc>
      </w:tr>
    </w:tbl>
    <w:p w14:paraId="6C4B7343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B8"/>
    <w:rsid w:val="00012CE8"/>
    <w:rsid w:val="001D7F07"/>
    <w:rsid w:val="00296005"/>
    <w:rsid w:val="00305C13"/>
    <w:rsid w:val="00330065"/>
    <w:rsid w:val="004B1852"/>
    <w:rsid w:val="004C2E5C"/>
    <w:rsid w:val="005929B8"/>
    <w:rsid w:val="005F3501"/>
    <w:rsid w:val="006D2F87"/>
    <w:rsid w:val="008007AD"/>
    <w:rsid w:val="00801A6A"/>
    <w:rsid w:val="0082546E"/>
    <w:rsid w:val="0086051A"/>
    <w:rsid w:val="009677CA"/>
    <w:rsid w:val="00A02BE5"/>
    <w:rsid w:val="00AC5922"/>
    <w:rsid w:val="00B11642"/>
    <w:rsid w:val="00BC69A3"/>
    <w:rsid w:val="00BD6330"/>
    <w:rsid w:val="00C26CF5"/>
    <w:rsid w:val="00C47A63"/>
    <w:rsid w:val="00C71C60"/>
    <w:rsid w:val="00CA6D7C"/>
    <w:rsid w:val="00CB52D3"/>
    <w:rsid w:val="00D313C7"/>
    <w:rsid w:val="00E14A65"/>
    <w:rsid w:val="00E3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AF49B"/>
  <w15:chartTrackingRefBased/>
  <w15:docId w15:val="{D6581C39-CA34-4216-A66A-A0333FF3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158C0-BE3E-4086-A612-DAB9E9208009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cc63553a-be06-4f94-a194-a06fe81c5e25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23b55ecd-d0c9-4c1e-9264-0c0a9032ba2f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57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4</cp:revision>
  <dcterms:created xsi:type="dcterms:W3CDTF">2020-04-14T20:18:00Z</dcterms:created>
  <dcterms:modified xsi:type="dcterms:W3CDTF">2020-04-14T23:11:00Z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