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50" w:type="dxa"/>
        <w:tblLook w:val="04A0" w:firstRow="1" w:lastRow="0" w:firstColumn="1" w:lastColumn="0" w:noHBand="0" w:noVBand="1"/>
      </w:tblPr>
      <w:tblGrid>
        <w:gridCol w:w="677"/>
        <w:gridCol w:w="607"/>
        <w:gridCol w:w="1190"/>
        <w:gridCol w:w="3895"/>
        <w:gridCol w:w="1742"/>
        <w:gridCol w:w="1839"/>
      </w:tblGrid>
      <w:tr w:rsidR="00330065" w:rsidRPr="00D313C7" w14:paraId="5A0A151A" w14:textId="77777777" w:rsidTr="00D02528">
        <w:tc>
          <w:tcPr>
            <w:tcW w:w="677" w:type="dxa"/>
            <w:vAlign w:val="bottom"/>
          </w:tcPr>
          <w:p w14:paraId="0788BAC9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23726732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190" w:type="dxa"/>
            <w:vAlign w:val="bottom"/>
          </w:tcPr>
          <w:p w14:paraId="76EDA92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895" w:type="dxa"/>
            <w:vAlign w:val="bottom"/>
          </w:tcPr>
          <w:p w14:paraId="167F1BA8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742" w:type="dxa"/>
            <w:vAlign w:val="bottom"/>
          </w:tcPr>
          <w:p w14:paraId="2554B175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839" w:type="dxa"/>
            <w:vAlign w:val="bottom"/>
          </w:tcPr>
          <w:p w14:paraId="3D289C89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B94496" w:rsidRPr="00517380" w14:paraId="7315FB83" w14:textId="77777777" w:rsidTr="00B94496">
        <w:tc>
          <w:tcPr>
            <w:tcW w:w="677" w:type="dxa"/>
            <w:vAlign w:val="bottom"/>
          </w:tcPr>
          <w:p w14:paraId="4FD85E69" w14:textId="183F69C8" w:rsidR="00B94496" w:rsidRPr="00517380" w:rsidRDefault="00B94496" w:rsidP="004A2E18">
            <w:pPr>
              <w:rPr>
                <w:sz w:val="18"/>
                <w:szCs w:val="18"/>
              </w:rPr>
            </w:pPr>
            <w:r w:rsidRPr="00517380"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3AAAC56D" w14:textId="46CC1180" w:rsidR="00B94496" w:rsidRPr="00517380" w:rsidRDefault="00B94496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0" w:type="dxa"/>
            <w:vAlign w:val="bottom"/>
          </w:tcPr>
          <w:p w14:paraId="4464B3EC" w14:textId="108258CE" w:rsidR="00B94496" w:rsidRPr="00517380" w:rsidRDefault="00B94496" w:rsidP="004A2E18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3895" w:type="dxa"/>
            <w:vAlign w:val="bottom"/>
          </w:tcPr>
          <w:p w14:paraId="66574FF4" w14:textId="6C859A19" w:rsidR="00B94496" w:rsidRPr="00517380" w:rsidRDefault="00B94496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742" w:type="dxa"/>
            <w:vAlign w:val="bottom"/>
          </w:tcPr>
          <w:p w14:paraId="055E7354" w14:textId="77777777" w:rsidR="00B94496" w:rsidRPr="00517380" w:rsidRDefault="00B94496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839" w:type="dxa"/>
            <w:vAlign w:val="bottom"/>
          </w:tcPr>
          <w:p w14:paraId="18042BEE" w14:textId="59AE0E10" w:rsidR="00B94496" w:rsidRPr="00517380" w:rsidRDefault="00B94496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08_051390b</w:t>
            </w:r>
          </w:p>
        </w:tc>
      </w:tr>
      <w:tr w:rsidR="004A2E18" w:rsidRPr="00517380" w14:paraId="32086A76" w14:textId="77777777" w:rsidTr="00D02528">
        <w:tc>
          <w:tcPr>
            <w:tcW w:w="677" w:type="dxa"/>
            <w:vAlign w:val="bottom"/>
          </w:tcPr>
          <w:p w14:paraId="2D5EB751" w14:textId="53C9EA3B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25AB7977" w14:textId="1DC84646" w:rsidR="004A2E18" w:rsidRPr="00517380" w:rsidRDefault="004A2E18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0" w:type="dxa"/>
            <w:vAlign w:val="bottom"/>
          </w:tcPr>
          <w:p w14:paraId="3E5F984E" w14:textId="6AA32FEB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C1,</w:t>
            </w:r>
            <w:r w:rsidR="0035698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proofErr w:type="gramStart"/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2,C</w:t>
            </w:r>
            <w:proofErr w:type="gramEnd"/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3,C4</w:t>
            </w:r>
          </w:p>
        </w:tc>
        <w:tc>
          <w:tcPr>
            <w:tcW w:w="3895" w:type="dxa"/>
            <w:vAlign w:val="bottom"/>
          </w:tcPr>
          <w:p w14:paraId="7462CC83" w14:textId="0E700490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CAP CER </w:t>
            </w:r>
            <w:r w:rsidR="00EC11E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10uF 50V</w:t>
            </w:r>
            <w:r w:rsidR="004847D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X7R</w:t>
            </w:r>
            <w:r w:rsidR="004847D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2220 </w:t>
            </w:r>
            <w:r w:rsidR="00184ED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(</w:t>
            </w:r>
            <w:proofErr w:type="gramStart"/>
            <w:r w:rsidR="00184ED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742" w:type="dxa"/>
            <w:vAlign w:val="bottom"/>
          </w:tcPr>
          <w:p w14:paraId="0D4CB82D" w14:textId="0A9CE666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AVX CORPORATION</w:t>
            </w:r>
          </w:p>
        </w:tc>
        <w:tc>
          <w:tcPr>
            <w:tcW w:w="1839" w:type="dxa"/>
            <w:vAlign w:val="bottom"/>
          </w:tcPr>
          <w:p w14:paraId="5342501E" w14:textId="5A04A4F1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22205C106KAT2A</w:t>
            </w:r>
          </w:p>
        </w:tc>
      </w:tr>
      <w:tr w:rsidR="004A2E18" w:rsidRPr="00517380" w14:paraId="6EDBA123" w14:textId="77777777" w:rsidTr="00D02528">
        <w:tc>
          <w:tcPr>
            <w:tcW w:w="677" w:type="dxa"/>
            <w:vAlign w:val="bottom"/>
          </w:tcPr>
          <w:p w14:paraId="07E9095C" w14:textId="042BCBB4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1218D5C2" w14:textId="273CBF0D" w:rsidR="004A2E18" w:rsidRPr="00517380" w:rsidRDefault="004A2E18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90" w:type="dxa"/>
            <w:vAlign w:val="bottom"/>
          </w:tcPr>
          <w:p w14:paraId="5DCD23F4" w14:textId="117243C2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C11,</w:t>
            </w:r>
            <w:r w:rsidR="0035698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C12</w:t>
            </w:r>
          </w:p>
        </w:tc>
        <w:tc>
          <w:tcPr>
            <w:tcW w:w="3895" w:type="dxa"/>
            <w:vAlign w:val="bottom"/>
          </w:tcPr>
          <w:p w14:paraId="21E9357D" w14:textId="2A8F2A4D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CAP CER 10UF 50V X5R 1206</w:t>
            </w:r>
          </w:p>
        </w:tc>
        <w:tc>
          <w:tcPr>
            <w:tcW w:w="1742" w:type="dxa"/>
            <w:vAlign w:val="bottom"/>
          </w:tcPr>
          <w:p w14:paraId="0AB5BAD4" w14:textId="403F7DB8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39" w:type="dxa"/>
            <w:vAlign w:val="bottom"/>
          </w:tcPr>
          <w:p w14:paraId="78CD1641" w14:textId="7F388E02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4A2E18" w:rsidRPr="00517380" w14:paraId="0E07C690" w14:textId="77777777" w:rsidTr="00D02528">
        <w:tc>
          <w:tcPr>
            <w:tcW w:w="677" w:type="dxa"/>
            <w:vAlign w:val="bottom"/>
          </w:tcPr>
          <w:p w14:paraId="7AC1C0B6" w14:textId="1F326BF2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760AEFD7" w14:textId="607A2478" w:rsidR="004A2E18" w:rsidRPr="00517380" w:rsidRDefault="004A2E18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0" w:type="dxa"/>
            <w:vAlign w:val="bottom"/>
          </w:tcPr>
          <w:p w14:paraId="1C9FF056" w14:textId="62D7818F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895" w:type="dxa"/>
            <w:vAlign w:val="bottom"/>
          </w:tcPr>
          <w:p w14:paraId="3ED3D601" w14:textId="3E7087C6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742" w:type="dxa"/>
            <w:vAlign w:val="bottom"/>
          </w:tcPr>
          <w:p w14:paraId="5FC5B822" w14:textId="5EC6CB31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39" w:type="dxa"/>
            <w:vAlign w:val="bottom"/>
          </w:tcPr>
          <w:p w14:paraId="3F35CD0A" w14:textId="37ACE879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4A2E18" w:rsidRPr="00517380" w14:paraId="694B6FF1" w14:textId="77777777" w:rsidTr="00D02528">
        <w:tc>
          <w:tcPr>
            <w:tcW w:w="677" w:type="dxa"/>
            <w:vAlign w:val="bottom"/>
          </w:tcPr>
          <w:p w14:paraId="5B593231" w14:textId="6C63D530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07E75E44" w14:textId="48D60C20" w:rsidR="004A2E18" w:rsidRPr="00517380" w:rsidRDefault="004A2E18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0" w:type="dxa"/>
            <w:vAlign w:val="bottom"/>
          </w:tcPr>
          <w:p w14:paraId="52180FB9" w14:textId="00924131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  <w:proofErr w:type="gramStart"/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1,L</w:t>
            </w:r>
            <w:proofErr w:type="gramEnd"/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bookmarkStart w:id="0" w:name="_GoBack"/>
            <w:bookmarkEnd w:id="0"/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,L3,L4</w:t>
            </w:r>
          </w:p>
        </w:tc>
        <w:tc>
          <w:tcPr>
            <w:tcW w:w="3895" w:type="dxa"/>
            <w:vAlign w:val="bottom"/>
          </w:tcPr>
          <w:p w14:paraId="00200ED1" w14:textId="0F3667BC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RES </w:t>
            </w:r>
            <w:r w:rsidR="002829A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0-OHM </w:t>
            </w:r>
            <w:r w:rsidR="00D025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1% PRECISION THI</w:t>
            </w:r>
            <w:r w:rsidR="00E97C9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CK FILM </w:t>
            </w: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SMD 1206</w:t>
            </w:r>
          </w:p>
        </w:tc>
        <w:tc>
          <w:tcPr>
            <w:tcW w:w="1742" w:type="dxa"/>
            <w:vAlign w:val="bottom"/>
          </w:tcPr>
          <w:p w14:paraId="68E51CE6" w14:textId="0B6DFE5B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39" w:type="dxa"/>
            <w:vAlign w:val="bottom"/>
          </w:tcPr>
          <w:p w14:paraId="38928D81" w14:textId="7F5F4CA2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ERJ-8GEY0R00V</w:t>
            </w:r>
          </w:p>
        </w:tc>
      </w:tr>
      <w:tr w:rsidR="004A2E18" w:rsidRPr="00517380" w14:paraId="377AE8DC" w14:textId="77777777" w:rsidTr="00D02528">
        <w:tc>
          <w:tcPr>
            <w:tcW w:w="677" w:type="dxa"/>
            <w:vAlign w:val="bottom"/>
          </w:tcPr>
          <w:p w14:paraId="0E1267D7" w14:textId="4CF68E12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73265D2C" w14:textId="569BFD1E" w:rsidR="004A2E18" w:rsidRPr="00517380" w:rsidRDefault="004A2E18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0" w:type="dxa"/>
            <w:vAlign w:val="bottom"/>
          </w:tcPr>
          <w:p w14:paraId="21D1586C" w14:textId="05DB9A0B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LED1</w:t>
            </w:r>
          </w:p>
        </w:tc>
        <w:tc>
          <w:tcPr>
            <w:tcW w:w="3895" w:type="dxa"/>
            <w:vAlign w:val="bottom"/>
          </w:tcPr>
          <w:p w14:paraId="7739EF63" w14:textId="3A4F8D71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LED BI-COLOR GREEN/RED</w:t>
            </w:r>
          </w:p>
        </w:tc>
        <w:tc>
          <w:tcPr>
            <w:tcW w:w="1742" w:type="dxa"/>
            <w:vAlign w:val="bottom"/>
          </w:tcPr>
          <w:p w14:paraId="04A1A619" w14:textId="55A616AF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LITE-ON</w:t>
            </w:r>
          </w:p>
        </w:tc>
        <w:tc>
          <w:tcPr>
            <w:tcW w:w="1839" w:type="dxa"/>
            <w:vAlign w:val="bottom"/>
          </w:tcPr>
          <w:p w14:paraId="486DCDBF" w14:textId="060BEB86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LTST-C235KGKRKT</w:t>
            </w:r>
          </w:p>
        </w:tc>
      </w:tr>
      <w:tr w:rsidR="004A2E18" w:rsidRPr="00517380" w14:paraId="1B3D64F5" w14:textId="77777777" w:rsidTr="00D02528">
        <w:tc>
          <w:tcPr>
            <w:tcW w:w="677" w:type="dxa"/>
            <w:vAlign w:val="bottom"/>
          </w:tcPr>
          <w:p w14:paraId="01441CE9" w14:textId="29B5174A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2D15DA15" w14:textId="394A4B67" w:rsidR="004A2E18" w:rsidRPr="00517380" w:rsidRDefault="004A2E18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90" w:type="dxa"/>
            <w:vAlign w:val="bottom"/>
          </w:tcPr>
          <w:p w14:paraId="5018BA52" w14:textId="77777777" w:rsidR="000F573E" w:rsidRPr="00517380" w:rsidRDefault="004A2E18" w:rsidP="004A2E1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OUTPUT1,</w:t>
            </w:r>
          </w:p>
          <w:p w14:paraId="3A5C1D64" w14:textId="360DF264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OUTPUT2</w:t>
            </w:r>
          </w:p>
        </w:tc>
        <w:tc>
          <w:tcPr>
            <w:tcW w:w="3895" w:type="dxa"/>
            <w:vAlign w:val="bottom"/>
          </w:tcPr>
          <w:p w14:paraId="7AE0486C" w14:textId="7C9A69C8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742" w:type="dxa"/>
            <w:vAlign w:val="bottom"/>
          </w:tcPr>
          <w:p w14:paraId="09475D82" w14:textId="0C8143A2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39" w:type="dxa"/>
            <w:vAlign w:val="bottom"/>
          </w:tcPr>
          <w:p w14:paraId="11DB0AE3" w14:textId="12573326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4A2E18" w:rsidRPr="00517380" w14:paraId="303A38DF" w14:textId="77777777" w:rsidTr="00D02528">
        <w:tc>
          <w:tcPr>
            <w:tcW w:w="677" w:type="dxa"/>
            <w:vAlign w:val="bottom"/>
          </w:tcPr>
          <w:p w14:paraId="1D56D137" w14:textId="234B480D" w:rsidR="004A2E18" w:rsidRPr="00517380" w:rsidRDefault="004A2E18" w:rsidP="004A2E1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6A4E607" w14:textId="723B90A5" w:rsidR="004A2E18" w:rsidRPr="00517380" w:rsidRDefault="004A2E18" w:rsidP="004A2E18">
            <w:pPr>
              <w:rPr>
                <w:sz w:val="18"/>
                <w:szCs w:val="18"/>
              </w:rPr>
            </w:pPr>
            <w:r w:rsidRPr="001A338B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0" w:type="dxa"/>
            <w:vAlign w:val="bottom"/>
          </w:tcPr>
          <w:p w14:paraId="1F19531E" w14:textId="323E8BE4" w:rsidR="004A2E18" w:rsidRPr="00517380" w:rsidRDefault="004A2E18" w:rsidP="004A2E18">
            <w:pPr>
              <w:rPr>
                <w:sz w:val="18"/>
                <w:szCs w:val="18"/>
              </w:rPr>
            </w:pPr>
            <w:r w:rsidRPr="00517380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895" w:type="dxa"/>
            <w:vAlign w:val="bottom"/>
          </w:tcPr>
          <w:p w14:paraId="29965EB2" w14:textId="6AB0C466" w:rsidR="004A2E18" w:rsidRPr="00517380" w:rsidRDefault="00342849" w:rsidP="004A2E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</w:t>
            </w:r>
            <w:r w:rsidR="00AC46C9">
              <w:rPr>
                <w:sz w:val="18"/>
                <w:szCs w:val="18"/>
              </w:rPr>
              <w:t xml:space="preserve"> </w:t>
            </w:r>
            <w:r w:rsidR="00FB7400">
              <w:rPr>
                <w:sz w:val="18"/>
                <w:szCs w:val="18"/>
              </w:rPr>
              <w:t xml:space="preserve">TBD </w:t>
            </w:r>
            <w:r w:rsidR="001538EA">
              <w:rPr>
                <w:sz w:val="18"/>
                <w:szCs w:val="18"/>
              </w:rPr>
              <w:t>THICK FILM</w:t>
            </w:r>
            <w:r w:rsidR="00AC46C9">
              <w:rPr>
                <w:sz w:val="18"/>
                <w:szCs w:val="18"/>
              </w:rPr>
              <w:t xml:space="preserve"> 0805</w:t>
            </w:r>
            <w:r w:rsidR="00184EDA">
              <w:rPr>
                <w:sz w:val="18"/>
                <w:szCs w:val="18"/>
              </w:rPr>
              <w:t xml:space="preserve"> (Note)</w:t>
            </w:r>
          </w:p>
        </w:tc>
        <w:tc>
          <w:tcPr>
            <w:tcW w:w="1742" w:type="dxa"/>
            <w:vAlign w:val="bottom"/>
          </w:tcPr>
          <w:p w14:paraId="08BBA05E" w14:textId="762F6068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39" w:type="dxa"/>
            <w:vAlign w:val="bottom"/>
          </w:tcPr>
          <w:p w14:paraId="2103F77D" w14:textId="7DACA8F1" w:rsidR="004A2E18" w:rsidRPr="00517380" w:rsidRDefault="004A2E18" w:rsidP="004A2E18">
            <w:pPr>
              <w:rPr>
                <w:sz w:val="18"/>
                <w:szCs w:val="18"/>
              </w:rPr>
            </w:pPr>
            <w:r w:rsidRPr="00E8299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TBD0</w:t>
            </w:r>
          </w:p>
        </w:tc>
      </w:tr>
    </w:tbl>
    <w:p w14:paraId="62008036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altName w:val="Calibri"/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50"/>
    <w:rsid w:val="00012CE8"/>
    <w:rsid w:val="00033CF1"/>
    <w:rsid w:val="00064A25"/>
    <w:rsid w:val="0006671C"/>
    <w:rsid w:val="00086393"/>
    <w:rsid w:val="000F573E"/>
    <w:rsid w:val="00102EE3"/>
    <w:rsid w:val="00117BED"/>
    <w:rsid w:val="001538EA"/>
    <w:rsid w:val="00184EDA"/>
    <w:rsid w:val="001D28D3"/>
    <w:rsid w:val="002829A1"/>
    <w:rsid w:val="00296005"/>
    <w:rsid w:val="00305C13"/>
    <w:rsid w:val="00321472"/>
    <w:rsid w:val="00330065"/>
    <w:rsid w:val="00342849"/>
    <w:rsid w:val="0035698F"/>
    <w:rsid w:val="0036794D"/>
    <w:rsid w:val="003E5A7B"/>
    <w:rsid w:val="004530C9"/>
    <w:rsid w:val="004847D8"/>
    <w:rsid w:val="004A2E18"/>
    <w:rsid w:val="004C2E5C"/>
    <w:rsid w:val="00510550"/>
    <w:rsid w:val="00517380"/>
    <w:rsid w:val="00533F74"/>
    <w:rsid w:val="005D64EB"/>
    <w:rsid w:val="005F3501"/>
    <w:rsid w:val="006B3011"/>
    <w:rsid w:val="006E4C13"/>
    <w:rsid w:val="00717165"/>
    <w:rsid w:val="008007AD"/>
    <w:rsid w:val="00801A6A"/>
    <w:rsid w:val="0082546E"/>
    <w:rsid w:val="00876C2C"/>
    <w:rsid w:val="009677CA"/>
    <w:rsid w:val="00A02BE5"/>
    <w:rsid w:val="00A0366B"/>
    <w:rsid w:val="00A41533"/>
    <w:rsid w:val="00AC46C9"/>
    <w:rsid w:val="00AC5922"/>
    <w:rsid w:val="00B11642"/>
    <w:rsid w:val="00B90CB7"/>
    <w:rsid w:val="00B94496"/>
    <w:rsid w:val="00BA5373"/>
    <w:rsid w:val="00BC69A3"/>
    <w:rsid w:val="00BD053F"/>
    <w:rsid w:val="00BD6330"/>
    <w:rsid w:val="00C26CF5"/>
    <w:rsid w:val="00C47A63"/>
    <w:rsid w:val="00C71C60"/>
    <w:rsid w:val="00CA6D7C"/>
    <w:rsid w:val="00CB52D3"/>
    <w:rsid w:val="00CC510C"/>
    <w:rsid w:val="00CF09F5"/>
    <w:rsid w:val="00D02528"/>
    <w:rsid w:val="00D313C7"/>
    <w:rsid w:val="00D61AFB"/>
    <w:rsid w:val="00DA30BA"/>
    <w:rsid w:val="00DA7E2A"/>
    <w:rsid w:val="00E14A65"/>
    <w:rsid w:val="00E311D6"/>
    <w:rsid w:val="00E56AE8"/>
    <w:rsid w:val="00E97C91"/>
    <w:rsid w:val="00EC11E7"/>
    <w:rsid w:val="00FB5EC2"/>
    <w:rsid w:val="00FB7400"/>
    <w:rsid w:val="00FC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2E17C"/>
  <w15:chartTrackingRefBased/>
  <w15:docId w15:val="{21FB5941-A7C6-0048-8CED-BBAD2D61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F5A001-7269-48A5-8DAC-DF52B0D83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2634df-5a0c-4e5e-bff3-c092c35a0bb6"/>
    <ds:schemaRef ds:uri="d7097655-d571-4a32-91e2-b68396115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BOM.dotx</Template>
  <TotalTime>74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DeLeon, Jeferson</cp:lastModifiedBy>
  <cp:revision>48</cp:revision>
  <dcterms:created xsi:type="dcterms:W3CDTF">2020-04-13T18:29:00Z</dcterms:created>
  <dcterms:modified xsi:type="dcterms:W3CDTF">2020-09-18T06:57:00Z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